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DE5" w:rsidRDefault="004E65FA" w:rsidP="00382261">
      <w:pPr>
        <w:ind w:left="360"/>
        <w:jc w:val="center"/>
        <w:rPr>
          <w:rFonts w:asciiTheme="majorHAnsi" w:hAnsiTheme="majorHAnsi"/>
          <w:b/>
          <w:color w:val="FF66CC"/>
          <w:sz w:val="36"/>
          <w:szCs w:val="36"/>
        </w:rPr>
      </w:pPr>
      <w:r>
        <w:rPr>
          <w:rFonts w:asciiTheme="majorHAnsi" w:hAnsiTheme="majorHAnsi"/>
          <w:b/>
          <w:color w:val="FF66CC"/>
          <w:sz w:val="36"/>
          <w:szCs w:val="36"/>
        </w:rPr>
        <w:t>Facts and Statistics</w:t>
      </w:r>
    </w:p>
    <w:p w:rsidR="004E65FA" w:rsidRDefault="004E65FA" w:rsidP="00E57DE5">
      <w:pPr>
        <w:ind w:left="360"/>
        <w:rPr>
          <w:rFonts w:asciiTheme="majorHAnsi" w:hAnsiTheme="majorHAnsi"/>
          <w:b/>
          <w:color w:val="FF66CC"/>
          <w:sz w:val="36"/>
          <w:szCs w:val="36"/>
        </w:rPr>
      </w:pPr>
    </w:p>
    <w:p w:rsidR="003347AA" w:rsidRPr="004E65FA" w:rsidRDefault="0024114B" w:rsidP="004E65FA">
      <w:pPr>
        <w:pStyle w:val="ListParagraph"/>
        <w:numPr>
          <w:ilvl w:val="0"/>
          <w:numId w:val="16"/>
        </w:numPr>
        <w:pBdr>
          <w:top w:val="single" w:sz="24" w:space="1" w:color="FF66FF"/>
          <w:left w:val="single" w:sz="24" w:space="4" w:color="FF66FF"/>
          <w:bottom w:val="single" w:sz="24" w:space="1" w:color="FF66FF"/>
          <w:right w:val="single" w:sz="24" w:space="4" w:color="FF66FF"/>
        </w:pBdr>
        <w:rPr>
          <w:rFonts w:asciiTheme="majorHAnsi" w:hAnsiTheme="majorHAnsi"/>
          <w:szCs w:val="23"/>
        </w:rPr>
      </w:pPr>
      <w:r>
        <w:rPr>
          <w:rFonts w:asciiTheme="majorHAnsi" w:hAnsiTheme="majorHAnsi"/>
          <w:szCs w:val="23"/>
        </w:rPr>
        <w:t>Besides skin cancer, b</w:t>
      </w:r>
      <w:r w:rsidR="004E65FA">
        <w:rPr>
          <w:rFonts w:asciiTheme="majorHAnsi" w:hAnsiTheme="majorHAnsi"/>
          <w:szCs w:val="23"/>
        </w:rPr>
        <w:t xml:space="preserve">reast </w:t>
      </w:r>
      <w:r>
        <w:rPr>
          <w:rFonts w:asciiTheme="majorHAnsi" w:hAnsiTheme="majorHAnsi"/>
          <w:szCs w:val="23"/>
        </w:rPr>
        <w:t>c</w:t>
      </w:r>
      <w:r w:rsidR="004E65FA">
        <w:rPr>
          <w:rFonts w:asciiTheme="majorHAnsi" w:hAnsiTheme="majorHAnsi"/>
          <w:szCs w:val="23"/>
        </w:rPr>
        <w:t>ancer is the most common cancer in women.</w:t>
      </w:r>
      <w:r w:rsidR="004E65FA">
        <w:rPr>
          <w:rFonts w:asciiTheme="majorHAnsi" w:hAnsiTheme="majorHAnsi"/>
          <w:szCs w:val="23"/>
        </w:rPr>
        <w:br/>
      </w:r>
    </w:p>
    <w:p w:rsidR="00E57DE5" w:rsidRPr="004E65FA" w:rsidRDefault="00E57DE5" w:rsidP="004E65FA">
      <w:pPr>
        <w:pStyle w:val="ListParagraph"/>
        <w:numPr>
          <w:ilvl w:val="0"/>
          <w:numId w:val="16"/>
        </w:numPr>
        <w:pBdr>
          <w:top w:val="single" w:sz="24" w:space="1" w:color="FF66FF"/>
          <w:left w:val="single" w:sz="24" w:space="4" w:color="FF66FF"/>
          <w:bottom w:val="single" w:sz="24" w:space="1" w:color="FF66FF"/>
          <w:right w:val="single" w:sz="24" w:space="4" w:color="FF66FF"/>
        </w:pBdr>
        <w:rPr>
          <w:rFonts w:asciiTheme="majorHAnsi" w:hAnsiTheme="majorHAnsi"/>
          <w:sz w:val="24"/>
        </w:rPr>
      </w:pPr>
      <w:r w:rsidRPr="004E65FA">
        <w:rPr>
          <w:rFonts w:asciiTheme="majorHAnsi" w:hAnsiTheme="majorHAnsi"/>
          <w:sz w:val="24"/>
        </w:rPr>
        <w:t>1/8 of women get breast cancer.</w:t>
      </w:r>
    </w:p>
    <w:p w:rsidR="00E57DE5" w:rsidRPr="004E65FA" w:rsidRDefault="00E57DE5" w:rsidP="004E65FA">
      <w:pPr>
        <w:pBdr>
          <w:top w:val="single" w:sz="24" w:space="1" w:color="FF66FF"/>
          <w:left w:val="single" w:sz="24" w:space="4" w:color="FF66FF"/>
          <w:bottom w:val="single" w:sz="24" w:space="1" w:color="FF66FF"/>
          <w:right w:val="single" w:sz="24" w:space="4" w:color="FF66FF"/>
        </w:pBdr>
        <w:ind w:left="360" w:firstLine="45"/>
        <w:rPr>
          <w:rFonts w:asciiTheme="majorHAnsi" w:hAnsiTheme="majorHAnsi"/>
          <w:sz w:val="24"/>
        </w:rPr>
      </w:pPr>
    </w:p>
    <w:p w:rsidR="00E57DE5" w:rsidRPr="004E65FA" w:rsidRDefault="00E57DE5" w:rsidP="004E65FA">
      <w:pPr>
        <w:pStyle w:val="ListParagraph"/>
        <w:numPr>
          <w:ilvl w:val="0"/>
          <w:numId w:val="16"/>
        </w:numPr>
        <w:pBdr>
          <w:top w:val="single" w:sz="24" w:space="1" w:color="FF66FF"/>
          <w:left w:val="single" w:sz="24" w:space="4" w:color="FF66FF"/>
          <w:bottom w:val="single" w:sz="24" w:space="1" w:color="FF66FF"/>
          <w:right w:val="single" w:sz="24" w:space="4" w:color="FF66FF"/>
        </w:pBdr>
        <w:rPr>
          <w:rFonts w:asciiTheme="majorHAnsi" w:hAnsiTheme="majorHAnsi"/>
          <w:sz w:val="24"/>
        </w:rPr>
      </w:pPr>
      <w:r w:rsidRPr="004E65FA">
        <w:rPr>
          <w:rFonts w:asciiTheme="majorHAnsi" w:hAnsiTheme="majorHAnsi"/>
          <w:sz w:val="24"/>
        </w:rPr>
        <w:t>28% of cancer in women is breast cancer.</w:t>
      </w:r>
    </w:p>
    <w:p w:rsidR="00E57DE5" w:rsidRPr="004E65FA" w:rsidRDefault="00E57DE5" w:rsidP="004E65FA">
      <w:pPr>
        <w:pBdr>
          <w:top w:val="single" w:sz="24" w:space="1" w:color="FF66FF"/>
          <w:left w:val="single" w:sz="24" w:space="4" w:color="FF66FF"/>
          <w:bottom w:val="single" w:sz="24" w:space="1" w:color="FF66FF"/>
          <w:right w:val="single" w:sz="24" w:space="4" w:color="FF66FF"/>
        </w:pBdr>
        <w:ind w:left="360"/>
        <w:rPr>
          <w:rFonts w:asciiTheme="majorHAnsi" w:hAnsiTheme="majorHAnsi"/>
          <w:sz w:val="24"/>
        </w:rPr>
      </w:pPr>
    </w:p>
    <w:p w:rsidR="003347AA" w:rsidRPr="004E65FA" w:rsidRDefault="003347AA" w:rsidP="004E65FA">
      <w:pPr>
        <w:pStyle w:val="ListParagraph"/>
        <w:numPr>
          <w:ilvl w:val="0"/>
          <w:numId w:val="16"/>
        </w:numPr>
        <w:pBdr>
          <w:top w:val="single" w:sz="24" w:space="1" w:color="FF66FF"/>
          <w:left w:val="single" w:sz="24" w:space="4" w:color="FF66FF"/>
          <w:bottom w:val="single" w:sz="24" w:space="1" w:color="FF66FF"/>
          <w:right w:val="single" w:sz="24" w:space="4" w:color="FF66FF"/>
        </w:pBdr>
        <w:rPr>
          <w:rFonts w:asciiTheme="majorHAnsi" w:hAnsiTheme="majorHAnsi"/>
          <w:sz w:val="24"/>
        </w:rPr>
      </w:pPr>
      <w:r w:rsidRPr="004E65FA">
        <w:rPr>
          <w:rFonts w:asciiTheme="majorHAnsi" w:hAnsiTheme="majorHAnsi"/>
          <w:sz w:val="24"/>
        </w:rPr>
        <w:t xml:space="preserve">80% of the women diagnosed with breast cancer do </w:t>
      </w:r>
      <w:r w:rsidRPr="00382261">
        <w:rPr>
          <w:rFonts w:asciiTheme="majorHAnsi" w:hAnsiTheme="majorHAnsi"/>
          <w:b/>
          <w:sz w:val="24"/>
        </w:rPr>
        <w:t>NOT</w:t>
      </w:r>
      <w:r w:rsidRPr="004E65FA">
        <w:rPr>
          <w:rFonts w:asciiTheme="majorHAnsi" w:hAnsiTheme="majorHAnsi"/>
          <w:sz w:val="24"/>
        </w:rPr>
        <w:t xml:space="preserve"> have a family history.</w:t>
      </w:r>
      <w:r w:rsidR="004E65FA">
        <w:rPr>
          <w:rFonts w:asciiTheme="majorHAnsi" w:hAnsiTheme="majorHAnsi"/>
          <w:sz w:val="24"/>
        </w:rPr>
        <w:br/>
      </w:r>
    </w:p>
    <w:p w:rsidR="004E65FA" w:rsidRPr="004E65FA" w:rsidRDefault="003347AA" w:rsidP="004E65FA">
      <w:pPr>
        <w:pStyle w:val="ListParagraph"/>
        <w:numPr>
          <w:ilvl w:val="0"/>
          <w:numId w:val="16"/>
        </w:numPr>
        <w:pBdr>
          <w:top w:val="single" w:sz="24" w:space="1" w:color="FF66FF"/>
          <w:left w:val="single" w:sz="24" w:space="4" w:color="FF66FF"/>
          <w:bottom w:val="single" w:sz="24" w:space="1" w:color="FF66FF"/>
          <w:right w:val="single" w:sz="24" w:space="4" w:color="FF66FF"/>
        </w:pBdr>
        <w:rPr>
          <w:rFonts w:asciiTheme="majorHAnsi" w:hAnsiTheme="majorHAnsi"/>
          <w:sz w:val="24"/>
        </w:rPr>
      </w:pPr>
      <w:r w:rsidRPr="004E65FA">
        <w:rPr>
          <w:rFonts w:asciiTheme="majorHAnsi" w:hAnsiTheme="majorHAnsi"/>
          <w:sz w:val="24"/>
        </w:rPr>
        <w:t>Breast cancer risk increases with age.</w:t>
      </w:r>
      <w:r w:rsidR="004E65FA">
        <w:rPr>
          <w:rFonts w:asciiTheme="majorHAnsi" w:hAnsiTheme="majorHAnsi"/>
          <w:sz w:val="24"/>
        </w:rPr>
        <w:br/>
      </w:r>
    </w:p>
    <w:p w:rsidR="00D8240F" w:rsidRPr="001E5FE1" w:rsidRDefault="00E57DE5" w:rsidP="004E65FA">
      <w:pPr>
        <w:pStyle w:val="ListParagraph"/>
        <w:numPr>
          <w:ilvl w:val="0"/>
          <w:numId w:val="16"/>
        </w:numPr>
        <w:pBdr>
          <w:top w:val="single" w:sz="24" w:space="1" w:color="FF66FF"/>
          <w:left w:val="single" w:sz="24" w:space="4" w:color="FF66FF"/>
          <w:bottom w:val="single" w:sz="24" w:space="1" w:color="FF66FF"/>
          <w:right w:val="single" w:sz="24" w:space="4" w:color="FF66FF"/>
        </w:pBdr>
        <w:rPr>
          <w:rFonts w:asciiTheme="majorHAnsi" w:hAnsiTheme="majorHAnsi"/>
          <w:b/>
          <w:sz w:val="24"/>
          <w:u w:val="single"/>
        </w:rPr>
      </w:pPr>
      <w:r w:rsidRPr="001E5FE1">
        <w:rPr>
          <w:rFonts w:asciiTheme="majorHAnsi" w:hAnsiTheme="majorHAnsi"/>
          <w:b/>
          <w:sz w:val="24"/>
          <w:u w:val="single"/>
        </w:rPr>
        <w:t xml:space="preserve">In 2010 there are 2.5 million breast cancer survivors. </w:t>
      </w:r>
    </w:p>
    <w:p w:rsidR="00D8240F" w:rsidRDefault="00D8240F" w:rsidP="00D71187">
      <w:pPr>
        <w:jc w:val="center"/>
        <w:rPr>
          <w:rFonts w:asciiTheme="majorHAnsi" w:hAnsiTheme="majorHAnsi"/>
          <w:b/>
          <w:noProof/>
          <w:color w:val="FF66CC"/>
          <w:sz w:val="36"/>
          <w:szCs w:val="36"/>
        </w:rPr>
      </w:pPr>
    </w:p>
    <w:p w:rsidR="00E57DE5" w:rsidRDefault="00E57DE5" w:rsidP="00EB3EFA">
      <w:pPr>
        <w:jc w:val="center"/>
        <w:rPr>
          <w:rFonts w:asciiTheme="majorHAnsi" w:hAnsiTheme="majorHAnsi"/>
          <w:b/>
          <w:color w:val="FF66CC"/>
          <w:sz w:val="36"/>
          <w:szCs w:val="36"/>
        </w:rPr>
      </w:pPr>
    </w:p>
    <w:p w:rsidR="00E57DE5" w:rsidRDefault="001E5FE1" w:rsidP="00EB3EFA">
      <w:pPr>
        <w:jc w:val="center"/>
        <w:rPr>
          <w:rFonts w:asciiTheme="majorHAnsi" w:hAnsiTheme="majorHAnsi"/>
          <w:b/>
          <w:color w:val="FF66CC"/>
          <w:sz w:val="36"/>
          <w:szCs w:val="36"/>
        </w:rPr>
      </w:pPr>
      <w:r>
        <w:rPr>
          <w:rFonts w:asciiTheme="majorHAnsi" w:hAnsiTheme="majorHAnsi"/>
          <w:b/>
          <w:noProof/>
          <w:color w:val="FF66CC"/>
          <w:sz w:val="36"/>
          <w:szCs w:val="36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368300</wp:posOffset>
            </wp:positionH>
            <wp:positionV relativeFrom="paragraph">
              <wp:posOffset>220345</wp:posOffset>
            </wp:positionV>
            <wp:extent cx="2153920" cy="1807210"/>
            <wp:effectExtent l="19050" t="0" r="0" b="0"/>
            <wp:wrapSquare wrapText="bothSides"/>
            <wp:docPr id="3" name="EfoazPJUfUeFJM:b" descr="http://t2.gstatic.com/images?q=tbn:ANd9GcRikzUfrIOKJ3L7_P344GPbXpeeL0yH7UmNcVajm6iyEl2QQ9s&amp;t=1&amp;h=177&amp;w=210&amp;usg=__Aqcq7EYUS_NatJZmzqPWcj0g320=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oazPJUfUeFJM:b" descr="http://t2.gstatic.com/images?q=tbn:ANd9GcRikzUfrIOKJ3L7_P344GPbXpeeL0yH7UmNcVajm6iyEl2QQ9s&amp;t=1&amp;h=177&amp;w=210&amp;usg=__Aqcq7EYUS_NatJZmzqPWcj0g320=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920" cy="1807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7DE5" w:rsidRDefault="00E57DE5" w:rsidP="00EB3EFA">
      <w:pPr>
        <w:jc w:val="center"/>
        <w:rPr>
          <w:rFonts w:asciiTheme="majorHAnsi" w:hAnsiTheme="majorHAnsi"/>
          <w:b/>
          <w:color w:val="FF66CC"/>
          <w:sz w:val="36"/>
          <w:szCs w:val="36"/>
        </w:rPr>
      </w:pPr>
    </w:p>
    <w:p w:rsidR="00E57DE5" w:rsidRDefault="00E57DE5" w:rsidP="00EB3EFA">
      <w:pPr>
        <w:jc w:val="center"/>
        <w:rPr>
          <w:rFonts w:asciiTheme="majorHAnsi" w:hAnsiTheme="majorHAnsi"/>
          <w:b/>
          <w:color w:val="FF66CC"/>
          <w:sz w:val="36"/>
          <w:szCs w:val="36"/>
        </w:rPr>
      </w:pPr>
    </w:p>
    <w:p w:rsidR="00E57DE5" w:rsidRDefault="00E57DE5" w:rsidP="00EB3EFA">
      <w:pPr>
        <w:jc w:val="center"/>
        <w:rPr>
          <w:rFonts w:asciiTheme="majorHAnsi" w:hAnsiTheme="majorHAnsi"/>
          <w:b/>
          <w:color w:val="FF66CC"/>
          <w:sz w:val="36"/>
          <w:szCs w:val="36"/>
        </w:rPr>
      </w:pPr>
    </w:p>
    <w:p w:rsidR="00E57DE5" w:rsidRDefault="00E57DE5" w:rsidP="00EB3EFA">
      <w:pPr>
        <w:jc w:val="center"/>
        <w:rPr>
          <w:rFonts w:asciiTheme="majorHAnsi" w:hAnsiTheme="majorHAnsi"/>
          <w:b/>
          <w:color w:val="FF66CC"/>
          <w:sz w:val="36"/>
          <w:szCs w:val="36"/>
        </w:rPr>
      </w:pPr>
    </w:p>
    <w:p w:rsidR="00E57DE5" w:rsidRDefault="00E57DE5" w:rsidP="00EB3EFA">
      <w:pPr>
        <w:jc w:val="center"/>
        <w:rPr>
          <w:rFonts w:asciiTheme="majorHAnsi" w:hAnsiTheme="majorHAnsi"/>
          <w:b/>
          <w:color w:val="FF66CC"/>
          <w:sz w:val="36"/>
          <w:szCs w:val="36"/>
        </w:rPr>
      </w:pPr>
    </w:p>
    <w:p w:rsidR="00E57DE5" w:rsidRDefault="00E57DE5" w:rsidP="00EB3EFA">
      <w:pPr>
        <w:jc w:val="center"/>
        <w:rPr>
          <w:rFonts w:asciiTheme="majorHAnsi" w:hAnsiTheme="majorHAnsi"/>
          <w:b/>
          <w:color w:val="FF66CC"/>
          <w:sz w:val="36"/>
          <w:szCs w:val="36"/>
        </w:rPr>
      </w:pPr>
    </w:p>
    <w:p w:rsidR="00E57DE5" w:rsidRDefault="00E57DE5" w:rsidP="00EB3EFA">
      <w:pPr>
        <w:jc w:val="center"/>
        <w:rPr>
          <w:rFonts w:asciiTheme="majorHAnsi" w:hAnsiTheme="majorHAnsi"/>
          <w:b/>
          <w:color w:val="FF66CC"/>
          <w:sz w:val="36"/>
          <w:szCs w:val="36"/>
        </w:rPr>
      </w:pPr>
    </w:p>
    <w:p w:rsidR="00E57DE5" w:rsidRDefault="00E57DE5" w:rsidP="00EB3EFA">
      <w:pPr>
        <w:jc w:val="center"/>
        <w:rPr>
          <w:rFonts w:asciiTheme="majorHAnsi" w:hAnsiTheme="majorHAnsi"/>
          <w:b/>
          <w:color w:val="FF66CC"/>
          <w:sz w:val="36"/>
          <w:szCs w:val="36"/>
        </w:rPr>
      </w:pPr>
    </w:p>
    <w:p w:rsidR="00E57DE5" w:rsidRDefault="00E57DE5" w:rsidP="00EB3EFA">
      <w:pPr>
        <w:jc w:val="center"/>
        <w:rPr>
          <w:rFonts w:asciiTheme="majorHAnsi" w:hAnsiTheme="majorHAnsi"/>
          <w:b/>
          <w:color w:val="FF66CC"/>
          <w:sz w:val="36"/>
          <w:szCs w:val="36"/>
        </w:rPr>
      </w:pPr>
    </w:p>
    <w:p w:rsidR="00EB3EFA" w:rsidRPr="00D8240F" w:rsidRDefault="00EB3EFA" w:rsidP="00FB206B">
      <w:pPr>
        <w:jc w:val="center"/>
        <w:rPr>
          <w:rFonts w:asciiTheme="majorHAnsi" w:hAnsiTheme="majorHAnsi"/>
          <w:b/>
          <w:color w:val="FF66CC"/>
          <w:sz w:val="36"/>
          <w:szCs w:val="36"/>
        </w:rPr>
      </w:pPr>
      <w:r w:rsidRPr="00D8240F">
        <w:rPr>
          <w:rFonts w:asciiTheme="majorHAnsi" w:hAnsiTheme="majorHAnsi"/>
          <w:b/>
          <w:color w:val="FF66CC"/>
          <w:sz w:val="36"/>
          <w:szCs w:val="36"/>
        </w:rPr>
        <w:lastRenderedPageBreak/>
        <w:t>What are the stages of Breast Cancer?</w:t>
      </w:r>
    </w:p>
    <w:p w:rsidR="00EB3EFA" w:rsidRDefault="00EB3EFA" w:rsidP="00EB3EFA">
      <w:pPr>
        <w:pStyle w:val="ListParagraph"/>
        <w:rPr>
          <w:rFonts w:asciiTheme="majorHAnsi" w:hAnsiTheme="majorHAnsi"/>
          <w:sz w:val="28"/>
          <w:szCs w:val="28"/>
        </w:rPr>
      </w:pPr>
    </w:p>
    <w:p w:rsidR="00EB3EFA" w:rsidRPr="00410A75" w:rsidRDefault="00EB3EFA" w:rsidP="00EB3EFA">
      <w:pPr>
        <w:pStyle w:val="ListParagraph"/>
        <w:numPr>
          <w:ilvl w:val="0"/>
          <w:numId w:val="13"/>
        </w:numPr>
        <w:pBdr>
          <w:top w:val="single" w:sz="24" w:space="1" w:color="FF66CC"/>
          <w:left w:val="single" w:sz="24" w:space="4" w:color="FF66CC"/>
          <w:bottom w:val="single" w:sz="24" w:space="1" w:color="FF66CC"/>
          <w:right w:val="single" w:sz="24" w:space="4" w:color="FF66CC"/>
        </w:pBdr>
        <w:rPr>
          <w:rFonts w:asciiTheme="majorHAnsi" w:hAnsiTheme="majorHAnsi"/>
          <w:sz w:val="24"/>
        </w:rPr>
      </w:pPr>
      <w:r w:rsidRPr="004A4929">
        <w:rPr>
          <w:rFonts w:asciiTheme="majorHAnsi" w:hAnsiTheme="majorHAnsi"/>
          <w:b/>
          <w:sz w:val="24"/>
        </w:rPr>
        <w:t>Stage 0</w:t>
      </w:r>
      <w:r w:rsidRPr="00410A75">
        <w:rPr>
          <w:rFonts w:asciiTheme="majorHAnsi" w:hAnsiTheme="majorHAnsi"/>
          <w:sz w:val="24"/>
        </w:rPr>
        <w:t>- Pre-cancerous condition. Cancer cells don’t break through the breast tissue.</w:t>
      </w:r>
      <w:r w:rsidRPr="00410A75">
        <w:rPr>
          <w:rFonts w:asciiTheme="majorHAnsi" w:hAnsiTheme="majorHAnsi"/>
          <w:sz w:val="24"/>
        </w:rPr>
        <w:br/>
      </w:r>
    </w:p>
    <w:p w:rsidR="00EB3EFA" w:rsidRPr="00410A75" w:rsidRDefault="00EB3EFA" w:rsidP="00EB3EFA">
      <w:pPr>
        <w:pStyle w:val="ListParagraph"/>
        <w:numPr>
          <w:ilvl w:val="0"/>
          <w:numId w:val="13"/>
        </w:numPr>
        <w:pBdr>
          <w:top w:val="single" w:sz="24" w:space="1" w:color="FF66CC"/>
          <w:left w:val="single" w:sz="24" w:space="4" w:color="FF66CC"/>
          <w:bottom w:val="single" w:sz="24" w:space="1" w:color="FF66CC"/>
          <w:right w:val="single" w:sz="24" w:space="4" w:color="FF66CC"/>
        </w:pBdr>
        <w:rPr>
          <w:rFonts w:asciiTheme="majorHAnsi" w:hAnsiTheme="majorHAnsi"/>
          <w:sz w:val="24"/>
        </w:rPr>
      </w:pPr>
      <w:r w:rsidRPr="004A4929">
        <w:rPr>
          <w:rFonts w:asciiTheme="majorHAnsi" w:hAnsiTheme="majorHAnsi"/>
          <w:b/>
          <w:sz w:val="24"/>
        </w:rPr>
        <w:t>Stage 1</w:t>
      </w:r>
      <w:r w:rsidRPr="00410A75">
        <w:rPr>
          <w:rFonts w:asciiTheme="majorHAnsi" w:hAnsiTheme="majorHAnsi"/>
          <w:sz w:val="24"/>
        </w:rPr>
        <w:t>- Cancer cells have invaded normal tissue. The tumor is small (up to 2 cm). The cancer hasn’t spread to the lymph nodes.</w:t>
      </w:r>
      <w:r w:rsidRPr="00410A75">
        <w:rPr>
          <w:rFonts w:asciiTheme="majorHAnsi" w:hAnsiTheme="majorHAnsi"/>
          <w:sz w:val="24"/>
        </w:rPr>
        <w:br/>
      </w:r>
    </w:p>
    <w:p w:rsidR="00EB3EFA" w:rsidRPr="00410A75" w:rsidRDefault="00EB3EFA" w:rsidP="00EB3EFA">
      <w:pPr>
        <w:pStyle w:val="ListParagraph"/>
        <w:numPr>
          <w:ilvl w:val="0"/>
          <w:numId w:val="13"/>
        </w:numPr>
        <w:pBdr>
          <w:top w:val="single" w:sz="24" w:space="1" w:color="FF66CC"/>
          <w:left w:val="single" w:sz="24" w:space="4" w:color="FF66CC"/>
          <w:bottom w:val="single" w:sz="24" w:space="1" w:color="FF66CC"/>
          <w:right w:val="single" w:sz="24" w:space="4" w:color="FF66CC"/>
        </w:pBdr>
        <w:rPr>
          <w:rFonts w:asciiTheme="majorHAnsi" w:hAnsiTheme="majorHAnsi"/>
          <w:sz w:val="24"/>
        </w:rPr>
      </w:pPr>
      <w:r w:rsidRPr="004A4929">
        <w:rPr>
          <w:rFonts w:asciiTheme="majorHAnsi" w:hAnsiTheme="majorHAnsi"/>
          <w:b/>
          <w:sz w:val="24"/>
        </w:rPr>
        <w:t>Stage 2</w:t>
      </w:r>
      <w:r w:rsidRPr="00410A75">
        <w:rPr>
          <w:rFonts w:asciiTheme="majorHAnsi" w:hAnsiTheme="majorHAnsi"/>
          <w:sz w:val="24"/>
        </w:rPr>
        <w:t>- The cancer has spread to the lymph nodes. The tumor is from 2-5 cm.</w:t>
      </w:r>
      <w:r w:rsidRPr="00410A75">
        <w:rPr>
          <w:rFonts w:asciiTheme="majorHAnsi" w:hAnsiTheme="majorHAnsi"/>
          <w:sz w:val="24"/>
        </w:rPr>
        <w:br/>
      </w:r>
    </w:p>
    <w:p w:rsidR="00EB3EFA" w:rsidRPr="00410A75" w:rsidRDefault="00EB3EFA" w:rsidP="00EB3EFA">
      <w:pPr>
        <w:pStyle w:val="ListParagraph"/>
        <w:numPr>
          <w:ilvl w:val="0"/>
          <w:numId w:val="13"/>
        </w:numPr>
        <w:pBdr>
          <w:top w:val="single" w:sz="24" w:space="1" w:color="FF66CC"/>
          <w:left w:val="single" w:sz="24" w:space="4" w:color="FF66CC"/>
          <w:bottom w:val="single" w:sz="24" w:space="1" w:color="FF66CC"/>
          <w:right w:val="single" w:sz="24" w:space="4" w:color="FF66CC"/>
        </w:pBdr>
        <w:rPr>
          <w:rFonts w:asciiTheme="majorHAnsi" w:hAnsiTheme="majorHAnsi"/>
          <w:sz w:val="24"/>
        </w:rPr>
      </w:pPr>
      <w:r w:rsidRPr="004A4929">
        <w:rPr>
          <w:rFonts w:asciiTheme="majorHAnsi" w:hAnsiTheme="majorHAnsi"/>
          <w:b/>
          <w:sz w:val="24"/>
        </w:rPr>
        <w:t>Stage 3</w:t>
      </w:r>
      <w:r w:rsidRPr="00410A75">
        <w:rPr>
          <w:rFonts w:asciiTheme="majorHAnsi" w:hAnsiTheme="majorHAnsi"/>
          <w:sz w:val="24"/>
        </w:rPr>
        <w:t xml:space="preserve">- Also known as </w:t>
      </w:r>
      <w:r w:rsidRPr="00410A75">
        <w:rPr>
          <w:rFonts w:asciiTheme="majorHAnsi" w:hAnsiTheme="majorHAnsi"/>
          <w:sz w:val="24"/>
        </w:rPr>
        <w:br/>
        <w:t xml:space="preserve">locally advanced. The tumor is more than 2 inches. </w:t>
      </w:r>
      <w:r w:rsidRPr="00410A75">
        <w:rPr>
          <w:rFonts w:asciiTheme="majorHAnsi" w:hAnsiTheme="majorHAnsi"/>
          <w:sz w:val="24"/>
        </w:rPr>
        <w:br/>
      </w:r>
    </w:p>
    <w:p w:rsidR="00EB3EFA" w:rsidRDefault="00EB3EFA" w:rsidP="00EB3EFA">
      <w:pPr>
        <w:pStyle w:val="ListParagraph"/>
        <w:numPr>
          <w:ilvl w:val="0"/>
          <w:numId w:val="13"/>
        </w:numPr>
        <w:pBdr>
          <w:top w:val="single" w:sz="24" w:space="1" w:color="FF66CC"/>
          <w:left w:val="single" w:sz="24" w:space="4" w:color="FF66CC"/>
          <w:bottom w:val="single" w:sz="24" w:space="1" w:color="FF66CC"/>
          <w:right w:val="single" w:sz="24" w:space="4" w:color="FF66CC"/>
        </w:pBdr>
        <w:rPr>
          <w:rFonts w:asciiTheme="majorHAnsi" w:hAnsiTheme="majorHAnsi"/>
          <w:sz w:val="24"/>
        </w:rPr>
      </w:pPr>
      <w:r w:rsidRPr="004A4929">
        <w:rPr>
          <w:rFonts w:asciiTheme="majorHAnsi" w:hAnsiTheme="majorHAnsi"/>
          <w:b/>
          <w:sz w:val="24"/>
        </w:rPr>
        <w:t>Stage 4</w:t>
      </w:r>
      <w:r w:rsidRPr="00410A75">
        <w:rPr>
          <w:rFonts w:asciiTheme="majorHAnsi" w:hAnsiTheme="majorHAnsi"/>
          <w:sz w:val="24"/>
        </w:rPr>
        <w:t>- The cancer has spread to other parts of the body (metastatic cancer).</w:t>
      </w:r>
      <w:r w:rsidRPr="00410A75">
        <w:rPr>
          <w:rFonts w:asciiTheme="majorHAnsi" w:hAnsiTheme="majorHAnsi"/>
          <w:sz w:val="24"/>
        </w:rPr>
        <w:br/>
      </w:r>
    </w:p>
    <w:p w:rsidR="009C66C0" w:rsidRPr="00EB3EFA" w:rsidRDefault="00B12940" w:rsidP="00EB3EFA">
      <w:pPr>
        <w:pBdr>
          <w:top w:val="single" w:sz="24" w:space="1" w:color="FF66CC"/>
          <w:left w:val="single" w:sz="24" w:space="4" w:color="FF66CC"/>
          <w:bottom w:val="single" w:sz="24" w:space="1" w:color="FF66CC"/>
          <w:right w:val="single" w:sz="24" w:space="4" w:color="FF66CC"/>
        </w:pBdr>
        <w:ind w:left="360"/>
        <w:rPr>
          <w:rFonts w:asciiTheme="majorHAnsi" w:hAnsiTheme="majorHAnsi"/>
          <w:sz w:val="24"/>
        </w:rPr>
      </w:pPr>
      <w:r w:rsidRPr="00EB3EFA">
        <w:rPr>
          <w:rFonts w:asciiTheme="majorHAnsi" w:hAnsiTheme="majorHAnsi"/>
          <w:sz w:val="24"/>
        </w:rPr>
        <w:br/>
      </w:r>
    </w:p>
    <w:p w:rsidR="002E1399" w:rsidRDefault="002E1399" w:rsidP="002E1399">
      <w:pPr>
        <w:rPr>
          <w:rFonts w:asciiTheme="majorHAnsi" w:hAnsiTheme="majorHAnsi"/>
          <w:sz w:val="28"/>
          <w:szCs w:val="28"/>
        </w:rPr>
      </w:pPr>
    </w:p>
    <w:p w:rsidR="00DA47CF" w:rsidRPr="00B044DB" w:rsidRDefault="00DA47CF" w:rsidP="00DA47CF">
      <w:pPr>
        <w:ind w:left="720" w:hanging="720"/>
      </w:pPr>
    </w:p>
    <w:p w:rsidR="00DA47CF" w:rsidRDefault="00DA47CF" w:rsidP="00DA47CF">
      <w:pPr>
        <w:rPr>
          <w:b/>
          <w:u w:val="single"/>
        </w:rPr>
      </w:pPr>
    </w:p>
    <w:p w:rsidR="00DA47CF" w:rsidRDefault="00DA47CF" w:rsidP="007C74F0">
      <w:pPr>
        <w:jc w:val="center"/>
        <w:rPr>
          <w:b/>
          <w:u w:val="single"/>
        </w:rPr>
      </w:pPr>
    </w:p>
    <w:p w:rsidR="007C74F0" w:rsidRDefault="007C74F0" w:rsidP="007C74F0">
      <w:pPr>
        <w:jc w:val="center"/>
      </w:pPr>
    </w:p>
    <w:p w:rsidR="007C74F0" w:rsidRDefault="007C74F0" w:rsidP="007C74F0">
      <w:pPr>
        <w:jc w:val="center"/>
        <w:rPr>
          <w:i/>
          <w:sz w:val="40"/>
          <w:szCs w:val="40"/>
        </w:rPr>
      </w:pPr>
    </w:p>
    <w:p w:rsidR="007C74F0" w:rsidRDefault="007C74F0" w:rsidP="007C74F0">
      <w:pPr>
        <w:jc w:val="center"/>
        <w:rPr>
          <w:i/>
          <w:sz w:val="40"/>
          <w:szCs w:val="40"/>
        </w:rPr>
      </w:pPr>
    </w:p>
    <w:p w:rsidR="002D782C" w:rsidRDefault="002D782C" w:rsidP="007C74F0">
      <w:pPr>
        <w:jc w:val="center"/>
        <w:rPr>
          <w:rFonts w:ascii="Arial Black" w:hAnsi="Arial Black"/>
          <w:sz w:val="40"/>
          <w:szCs w:val="40"/>
        </w:rPr>
      </w:pPr>
    </w:p>
    <w:p w:rsidR="002D782C" w:rsidRDefault="00FB206B" w:rsidP="007C74F0">
      <w:pPr>
        <w:jc w:val="center"/>
        <w:rPr>
          <w:rFonts w:ascii="Arial Black" w:hAnsi="Arial Black"/>
          <w:sz w:val="40"/>
          <w:szCs w:val="40"/>
        </w:rPr>
      </w:pPr>
      <w:r>
        <w:rPr>
          <w:rFonts w:asciiTheme="majorHAnsi" w:hAnsiTheme="majorHAnsi"/>
          <w:b/>
          <w:noProof/>
          <w:color w:val="FF66CC"/>
          <w:sz w:val="36"/>
          <w:szCs w:val="36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842010</wp:posOffset>
            </wp:positionH>
            <wp:positionV relativeFrom="paragraph">
              <wp:posOffset>2877185</wp:posOffset>
            </wp:positionV>
            <wp:extent cx="1185545" cy="1785620"/>
            <wp:effectExtent l="19050" t="0" r="0" b="0"/>
            <wp:wrapSquare wrapText="bothSides"/>
            <wp:docPr id="4" name="Picture 1" descr="breast cancer ribb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east cancer ribbons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5545" cy="1785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7789" w:rsidRPr="00ED7789">
        <w:rPr>
          <w:rFonts w:asciiTheme="majorHAnsi" w:hAnsiTheme="majorHAnsi"/>
          <w:b/>
          <w:noProof/>
          <w:color w:val="FF66CC"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13.6pt;margin-top:-26.4pt;width:196.5pt;height:225pt;z-index:251662336;mso-position-horizontal-relative:text;mso-position-vertical-relative:text" fillcolor="#f6c" strokecolor="black [3213]">
            <v:shadow on="t" color="#900"/>
            <v:textpath style="font-family:&quot;Monotype Corsiva&quot;;font-size:48pt;v-text-kern:t" trim="t" fitpath="t" string="Breast Cancer &#10;Awareness"/>
            <w10:wrap type="square"/>
          </v:shape>
        </w:pict>
      </w:r>
    </w:p>
    <w:p w:rsidR="002D782C" w:rsidRDefault="002D782C" w:rsidP="007C74F0">
      <w:pPr>
        <w:jc w:val="center"/>
        <w:rPr>
          <w:rFonts w:ascii="Arial Black" w:hAnsi="Arial Black"/>
          <w:sz w:val="40"/>
          <w:szCs w:val="40"/>
        </w:rPr>
      </w:pPr>
    </w:p>
    <w:p w:rsidR="00DA47CF" w:rsidRPr="007C74F0" w:rsidRDefault="00DA47CF" w:rsidP="00FB206B">
      <w:pPr>
        <w:jc w:val="center"/>
        <w:rPr>
          <w:rFonts w:ascii="Arial Black" w:hAnsi="Arial Black"/>
          <w:sz w:val="40"/>
          <w:szCs w:val="40"/>
        </w:rPr>
      </w:pPr>
      <w:r w:rsidRPr="007C74F0">
        <w:rPr>
          <w:rFonts w:ascii="Arial Black" w:hAnsi="Arial Black"/>
          <w:sz w:val="40"/>
          <w:szCs w:val="40"/>
        </w:rPr>
        <w:t xml:space="preserve">A </w:t>
      </w:r>
      <w:r w:rsidR="007C74F0" w:rsidRPr="007C74F0">
        <w:rPr>
          <w:rFonts w:ascii="Arial Black" w:hAnsi="Arial Black"/>
          <w:sz w:val="40"/>
          <w:szCs w:val="40"/>
        </w:rPr>
        <w:t>Woman’s Guide to                   Survival</w:t>
      </w:r>
    </w:p>
    <w:p w:rsidR="006D16D1" w:rsidRDefault="006D16D1" w:rsidP="006D16D1">
      <w:pPr>
        <w:rPr>
          <w:i/>
          <w:sz w:val="40"/>
          <w:szCs w:val="40"/>
        </w:rPr>
      </w:pPr>
    </w:p>
    <w:p w:rsidR="00EB3EFA" w:rsidRDefault="00EB3EFA" w:rsidP="00EB3EFA">
      <w:pPr>
        <w:jc w:val="center"/>
        <w:rPr>
          <w:rFonts w:asciiTheme="majorHAnsi" w:hAnsiTheme="majorHAnsi"/>
          <w:b/>
          <w:noProof/>
          <w:color w:val="FF66CC"/>
          <w:sz w:val="36"/>
          <w:szCs w:val="36"/>
        </w:rPr>
      </w:pPr>
    </w:p>
    <w:p w:rsidR="00EB3EFA" w:rsidRDefault="00EB3EFA" w:rsidP="00FB206B">
      <w:pPr>
        <w:jc w:val="center"/>
        <w:rPr>
          <w:rFonts w:asciiTheme="majorHAnsi" w:hAnsiTheme="majorHAnsi"/>
          <w:b/>
          <w:noProof/>
          <w:color w:val="FF66CC"/>
          <w:sz w:val="36"/>
          <w:szCs w:val="36"/>
        </w:rPr>
      </w:pPr>
      <w:r w:rsidRPr="009C66C0">
        <w:rPr>
          <w:rFonts w:asciiTheme="majorHAnsi" w:hAnsiTheme="majorHAnsi"/>
          <w:b/>
          <w:noProof/>
          <w:color w:val="FF66CC"/>
          <w:sz w:val="36"/>
          <w:szCs w:val="36"/>
        </w:rPr>
        <w:lastRenderedPageBreak/>
        <w:t>What is Breast</w:t>
      </w:r>
    </w:p>
    <w:p w:rsidR="00EB3EFA" w:rsidRPr="00D71187" w:rsidRDefault="00EB3EFA" w:rsidP="00FB206B">
      <w:pPr>
        <w:jc w:val="center"/>
        <w:rPr>
          <w:rFonts w:asciiTheme="majorHAnsi" w:hAnsiTheme="majorHAnsi"/>
          <w:sz w:val="28"/>
          <w:szCs w:val="28"/>
        </w:rPr>
      </w:pPr>
      <w:r w:rsidRPr="009C66C0">
        <w:rPr>
          <w:rFonts w:asciiTheme="majorHAnsi" w:hAnsiTheme="majorHAnsi"/>
          <w:b/>
          <w:noProof/>
          <w:color w:val="FF66CC"/>
          <w:sz w:val="36"/>
          <w:szCs w:val="36"/>
        </w:rPr>
        <w:t>Cancer?</w:t>
      </w:r>
    </w:p>
    <w:p w:rsidR="00EB3EFA" w:rsidRPr="00DA47CF" w:rsidRDefault="00EB3EFA" w:rsidP="00EB3EFA">
      <w:pPr>
        <w:jc w:val="center"/>
        <w:rPr>
          <w:b/>
          <w:szCs w:val="23"/>
          <w:u w:val="single"/>
        </w:rPr>
      </w:pPr>
    </w:p>
    <w:p w:rsidR="00EB3EFA" w:rsidRPr="00D8240F" w:rsidRDefault="00EB3EFA" w:rsidP="00EB3EFA">
      <w:pPr>
        <w:pStyle w:val="ListParagraph"/>
        <w:numPr>
          <w:ilvl w:val="0"/>
          <w:numId w:val="8"/>
        </w:numPr>
        <w:pBdr>
          <w:top w:val="single" w:sz="24" w:space="1" w:color="FF66CC"/>
          <w:left w:val="single" w:sz="24" w:space="4" w:color="FF66CC"/>
          <w:bottom w:val="single" w:sz="24" w:space="1" w:color="FF66CC"/>
          <w:right w:val="single" w:sz="24" w:space="4" w:color="FF66CC"/>
        </w:pBdr>
        <w:jc w:val="center"/>
        <w:rPr>
          <w:rFonts w:asciiTheme="majorHAnsi" w:hAnsiTheme="majorHAnsi"/>
          <w:sz w:val="24"/>
        </w:rPr>
      </w:pPr>
      <w:r w:rsidRPr="00D8240F">
        <w:rPr>
          <w:rFonts w:asciiTheme="majorHAnsi" w:hAnsiTheme="majorHAnsi"/>
          <w:sz w:val="24"/>
        </w:rPr>
        <w:t xml:space="preserve">Breast Cancer is a type of cancer in which malignant cells form in the tissues of the breast. These cells can lead to the forming of a tumor. </w:t>
      </w:r>
      <w:r w:rsidRPr="00D8240F">
        <w:rPr>
          <w:rFonts w:asciiTheme="majorHAnsi" w:hAnsiTheme="majorHAnsi"/>
          <w:sz w:val="24"/>
        </w:rPr>
        <w:br/>
      </w:r>
    </w:p>
    <w:p w:rsidR="00EB3EFA" w:rsidRPr="0024114B" w:rsidRDefault="00EB3EFA" w:rsidP="00EB3EFA">
      <w:pPr>
        <w:pStyle w:val="ListParagraph"/>
        <w:numPr>
          <w:ilvl w:val="0"/>
          <w:numId w:val="8"/>
        </w:numPr>
        <w:pBdr>
          <w:top w:val="single" w:sz="24" w:space="1" w:color="FF66CC"/>
          <w:left w:val="single" w:sz="24" w:space="4" w:color="FF66CC"/>
          <w:bottom w:val="single" w:sz="24" w:space="1" w:color="FF66CC"/>
          <w:right w:val="single" w:sz="24" w:space="4" w:color="FF66CC"/>
        </w:pBdr>
        <w:jc w:val="center"/>
      </w:pPr>
      <w:r w:rsidRPr="00D8240F">
        <w:rPr>
          <w:rFonts w:asciiTheme="majorHAnsi" w:hAnsiTheme="majorHAnsi"/>
          <w:sz w:val="24"/>
        </w:rPr>
        <w:t xml:space="preserve">The cells are malignant when the divide uncontrollably and don’t die at the correct rate.  The extra cells form extra tissue, which is the </w:t>
      </w:r>
      <w:r w:rsidR="001E5FE1">
        <w:rPr>
          <w:rFonts w:asciiTheme="majorHAnsi" w:hAnsiTheme="majorHAnsi"/>
          <w:sz w:val="24"/>
        </w:rPr>
        <w:t>tumor.</w:t>
      </w:r>
      <w:r w:rsidR="0024114B">
        <w:rPr>
          <w:rFonts w:asciiTheme="majorHAnsi" w:hAnsiTheme="majorHAnsi"/>
          <w:sz w:val="24"/>
        </w:rPr>
        <w:br/>
      </w:r>
    </w:p>
    <w:p w:rsidR="0024114B" w:rsidRPr="0024114B" w:rsidRDefault="0024114B" w:rsidP="00EB3EFA">
      <w:pPr>
        <w:pStyle w:val="ListParagraph"/>
        <w:numPr>
          <w:ilvl w:val="0"/>
          <w:numId w:val="8"/>
        </w:numPr>
        <w:pBdr>
          <w:top w:val="single" w:sz="24" w:space="1" w:color="FF66CC"/>
          <w:left w:val="single" w:sz="24" w:space="4" w:color="FF66CC"/>
          <w:bottom w:val="single" w:sz="24" w:space="1" w:color="FF66CC"/>
          <w:right w:val="single" w:sz="24" w:space="4" w:color="FF66CC"/>
        </w:pBdr>
        <w:jc w:val="center"/>
        <w:rPr>
          <w:rStyle w:val="apple-style-span"/>
          <w:rFonts w:asciiTheme="majorHAnsi" w:hAnsiTheme="majorHAnsi"/>
          <w:sz w:val="24"/>
        </w:rPr>
      </w:pPr>
      <w:r>
        <w:rPr>
          <w:rStyle w:val="apple-style-span"/>
          <w:rFonts w:asciiTheme="majorHAnsi" w:hAnsiTheme="majorHAnsi"/>
          <w:color w:val="000000"/>
          <w:sz w:val="24"/>
        </w:rPr>
        <w:t>Glands, ducts, and tissue are the three components that make up the breast</w:t>
      </w:r>
      <w:r w:rsidRPr="0024114B">
        <w:rPr>
          <w:rStyle w:val="apple-style-span"/>
          <w:rFonts w:asciiTheme="majorHAnsi" w:hAnsiTheme="majorHAnsi"/>
          <w:color w:val="000000"/>
          <w:sz w:val="24"/>
        </w:rPr>
        <w:t>.</w:t>
      </w:r>
      <w:r>
        <w:rPr>
          <w:rStyle w:val="apple-style-span"/>
          <w:rFonts w:asciiTheme="majorHAnsi" w:hAnsiTheme="majorHAnsi"/>
          <w:color w:val="000000"/>
          <w:sz w:val="24"/>
        </w:rPr>
        <w:br/>
      </w:r>
    </w:p>
    <w:p w:rsidR="0024114B" w:rsidRPr="0024114B" w:rsidRDefault="0024114B" w:rsidP="00EB3EFA">
      <w:pPr>
        <w:pStyle w:val="ListParagraph"/>
        <w:numPr>
          <w:ilvl w:val="0"/>
          <w:numId w:val="8"/>
        </w:numPr>
        <w:pBdr>
          <w:top w:val="single" w:sz="24" w:space="1" w:color="FF66CC"/>
          <w:left w:val="single" w:sz="24" w:space="4" w:color="FF66CC"/>
          <w:bottom w:val="single" w:sz="24" w:space="1" w:color="FF66CC"/>
          <w:right w:val="single" w:sz="24" w:space="4" w:color="FF66CC"/>
        </w:pBdr>
        <w:jc w:val="center"/>
        <w:rPr>
          <w:rFonts w:asciiTheme="majorHAnsi" w:hAnsiTheme="majorHAnsi"/>
          <w:sz w:val="24"/>
        </w:rPr>
      </w:pPr>
      <w:r>
        <w:rPr>
          <w:rStyle w:val="apple-style-span"/>
          <w:rFonts w:asciiTheme="majorHAnsi" w:hAnsiTheme="majorHAnsi"/>
          <w:color w:val="000000"/>
          <w:sz w:val="24"/>
        </w:rPr>
        <w:t>Breast cancer normally forms in the ducts of the breast.</w:t>
      </w:r>
      <w:r w:rsidRPr="0024114B">
        <w:rPr>
          <w:rStyle w:val="apple-style-span"/>
          <w:rFonts w:asciiTheme="majorHAnsi" w:hAnsiTheme="majorHAnsi"/>
          <w:color w:val="000000"/>
          <w:sz w:val="24"/>
        </w:rPr>
        <w:t xml:space="preserve"> </w:t>
      </w:r>
    </w:p>
    <w:p w:rsidR="00EB3EFA" w:rsidRDefault="00EB3EFA" w:rsidP="00EB3EFA">
      <w:pPr>
        <w:rPr>
          <w:b/>
          <w:u w:val="single"/>
        </w:rPr>
      </w:pPr>
    </w:p>
    <w:p w:rsidR="00EB3EFA" w:rsidRDefault="00EB3EFA" w:rsidP="00EB3EFA">
      <w:pPr>
        <w:jc w:val="center"/>
        <w:rPr>
          <w:b/>
          <w:u w:val="single"/>
        </w:rPr>
      </w:pPr>
    </w:p>
    <w:p w:rsidR="00885FDC" w:rsidRPr="00B9226D" w:rsidRDefault="00885FDC" w:rsidP="00B9226D">
      <w:pPr>
        <w:jc w:val="center"/>
      </w:pPr>
    </w:p>
    <w:p w:rsidR="006D16D1" w:rsidRPr="00DA47CF" w:rsidRDefault="00885FDC" w:rsidP="00893EFB">
      <w:pPr>
        <w:pStyle w:val="NormalWeb"/>
        <w:rPr>
          <w:szCs w:val="23"/>
        </w:rPr>
      </w:pPr>
      <w:r>
        <w:tab/>
      </w:r>
    </w:p>
    <w:p w:rsidR="00E57DE5" w:rsidRPr="00C94A41" w:rsidRDefault="00E57DE5" w:rsidP="00B9226D">
      <w:pPr>
        <w:rPr>
          <w:rFonts w:asciiTheme="majorHAnsi" w:hAnsiTheme="majorHAnsi"/>
          <w:b/>
          <w:color w:val="FF66CC"/>
          <w:sz w:val="36"/>
          <w:szCs w:val="36"/>
        </w:rPr>
      </w:pPr>
      <w:r w:rsidRPr="00C94A41">
        <w:rPr>
          <w:rFonts w:asciiTheme="majorHAnsi" w:hAnsiTheme="majorHAnsi"/>
          <w:b/>
          <w:color w:val="FF66CC"/>
          <w:sz w:val="36"/>
          <w:szCs w:val="36"/>
        </w:rPr>
        <w:t xml:space="preserve">What </w:t>
      </w:r>
      <w:r>
        <w:rPr>
          <w:rFonts w:asciiTheme="majorHAnsi" w:hAnsiTheme="majorHAnsi"/>
          <w:b/>
          <w:color w:val="FF66CC"/>
          <w:sz w:val="36"/>
          <w:szCs w:val="36"/>
        </w:rPr>
        <w:t>c</w:t>
      </w:r>
      <w:r w:rsidRPr="00C94A41">
        <w:rPr>
          <w:rFonts w:asciiTheme="majorHAnsi" w:hAnsiTheme="majorHAnsi"/>
          <w:b/>
          <w:color w:val="FF66CC"/>
          <w:sz w:val="36"/>
          <w:szCs w:val="36"/>
        </w:rPr>
        <w:t xml:space="preserve">an I do to </w:t>
      </w:r>
      <w:r>
        <w:rPr>
          <w:rFonts w:asciiTheme="majorHAnsi" w:hAnsiTheme="majorHAnsi"/>
          <w:b/>
          <w:color w:val="FF66CC"/>
          <w:sz w:val="36"/>
          <w:szCs w:val="36"/>
        </w:rPr>
        <w:t>p</w:t>
      </w:r>
      <w:r w:rsidRPr="00C94A41">
        <w:rPr>
          <w:rFonts w:asciiTheme="majorHAnsi" w:hAnsiTheme="majorHAnsi"/>
          <w:b/>
          <w:color w:val="FF66CC"/>
          <w:sz w:val="36"/>
          <w:szCs w:val="36"/>
        </w:rPr>
        <w:t>revent Breast Cancer?</w:t>
      </w:r>
    </w:p>
    <w:p w:rsidR="00E57DE5" w:rsidRPr="00D8240F" w:rsidRDefault="00E57DE5" w:rsidP="00E57DE5">
      <w:pPr>
        <w:rPr>
          <w:sz w:val="24"/>
        </w:rPr>
      </w:pPr>
    </w:p>
    <w:p w:rsidR="00E57DE5" w:rsidRPr="00D8240F" w:rsidRDefault="00E57DE5" w:rsidP="00E57DE5">
      <w:pPr>
        <w:pStyle w:val="ListParagraph"/>
        <w:numPr>
          <w:ilvl w:val="0"/>
          <w:numId w:val="9"/>
        </w:numPr>
        <w:pBdr>
          <w:top w:val="single" w:sz="24" w:space="1" w:color="FF66CC"/>
          <w:left w:val="single" w:sz="24" w:space="4" w:color="FF66CC"/>
          <w:bottom w:val="single" w:sz="24" w:space="1" w:color="FF66CC"/>
          <w:right w:val="single" w:sz="24" w:space="4" w:color="FF66CC"/>
        </w:pBdr>
        <w:jc w:val="center"/>
        <w:rPr>
          <w:rFonts w:asciiTheme="majorHAnsi" w:hAnsiTheme="majorHAnsi"/>
          <w:sz w:val="24"/>
        </w:rPr>
      </w:pPr>
      <w:r w:rsidRPr="00D8240F">
        <w:rPr>
          <w:rFonts w:asciiTheme="majorHAnsi" w:hAnsiTheme="majorHAnsi"/>
          <w:sz w:val="24"/>
        </w:rPr>
        <w:t>Exercise Daily</w:t>
      </w:r>
    </w:p>
    <w:p w:rsidR="00E57DE5" w:rsidRPr="00D8240F" w:rsidRDefault="00E57DE5" w:rsidP="00E57DE5">
      <w:pPr>
        <w:pStyle w:val="ListParagraph"/>
        <w:numPr>
          <w:ilvl w:val="0"/>
          <w:numId w:val="9"/>
        </w:numPr>
        <w:pBdr>
          <w:top w:val="single" w:sz="24" w:space="1" w:color="FF66CC"/>
          <w:left w:val="single" w:sz="24" w:space="4" w:color="FF66CC"/>
          <w:bottom w:val="single" w:sz="24" w:space="1" w:color="FF66CC"/>
          <w:right w:val="single" w:sz="24" w:space="4" w:color="FF66CC"/>
        </w:pBdr>
        <w:jc w:val="center"/>
        <w:rPr>
          <w:rFonts w:asciiTheme="majorHAnsi" w:hAnsiTheme="majorHAnsi"/>
          <w:sz w:val="24"/>
        </w:rPr>
      </w:pPr>
      <w:r w:rsidRPr="00D8240F">
        <w:rPr>
          <w:rFonts w:asciiTheme="majorHAnsi" w:hAnsiTheme="majorHAnsi"/>
          <w:sz w:val="24"/>
        </w:rPr>
        <w:t>Limit yourself to 1 drink a Day</w:t>
      </w:r>
    </w:p>
    <w:p w:rsidR="00E57DE5" w:rsidRPr="00D8240F" w:rsidRDefault="00E57DE5" w:rsidP="00E57DE5">
      <w:pPr>
        <w:pStyle w:val="ListParagraph"/>
        <w:numPr>
          <w:ilvl w:val="0"/>
          <w:numId w:val="9"/>
        </w:numPr>
        <w:pBdr>
          <w:top w:val="single" w:sz="24" w:space="1" w:color="FF66CC"/>
          <w:left w:val="single" w:sz="24" w:space="4" w:color="FF66CC"/>
          <w:bottom w:val="single" w:sz="24" w:space="1" w:color="FF66CC"/>
          <w:right w:val="single" w:sz="24" w:space="4" w:color="FF66CC"/>
        </w:pBdr>
        <w:jc w:val="center"/>
        <w:rPr>
          <w:rFonts w:asciiTheme="majorHAnsi" w:hAnsiTheme="majorHAnsi"/>
          <w:sz w:val="24"/>
        </w:rPr>
      </w:pPr>
      <w:r w:rsidRPr="00D8240F">
        <w:rPr>
          <w:rFonts w:asciiTheme="majorHAnsi" w:hAnsiTheme="majorHAnsi"/>
          <w:sz w:val="24"/>
        </w:rPr>
        <w:t>Having children young decreases the risks of breast cancer</w:t>
      </w:r>
    </w:p>
    <w:p w:rsidR="00E57DE5" w:rsidRPr="00D8240F" w:rsidRDefault="00E57DE5" w:rsidP="00E57DE5">
      <w:pPr>
        <w:pStyle w:val="ListParagraph"/>
        <w:numPr>
          <w:ilvl w:val="0"/>
          <w:numId w:val="9"/>
        </w:numPr>
        <w:pBdr>
          <w:top w:val="single" w:sz="24" w:space="1" w:color="FF66CC"/>
          <w:left w:val="single" w:sz="24" w:space="4" w:color="FF66CC"/>
          <w:bottom w:val="single" w:sz="24" w:space="1" w:color="FF66CC"/>
          <w:right w:val="single" w:sz="24" w:space="4" w:color="FF66CC"/>
        </w:pBdr>
        <w:jc w:val="center"/>
        <w:rPr>
          <w:rFonts w:asciiTheme="majorHAnsi" w:hAnsiTheme="majorHAnsi"/>
          <w:sz w:val="24"/>
        </w:rPr>
      </w:pPr>
      <w:r w:rsidRPr="00D8240F">
        <w:rPr>
          <w:rFonts w:asciiTheme="majorHAnsi" w:hAnsiTheme="majorHAnsi"/>
          <w:sz w:val="24"/>
        </w:rPr>
        <w:t>Get tested yearly</w:t>
      </w:r>
    </w:p>
    <w:p w:rsidR="00E57DE5" w:rsidRPr="00D71187" w:rsidRDefault="00E57DE5" w:rsidP="00E57DE5">
      <w:pPr>
        <w:rPr>
          <w:rFonts w:asciiTheme="majorHAnsi" w:hAnsiTheme="majorHAnsi"/>
          <w:b/>
          <w:sz w:val="28"/>
          <w:szCs w:val="28"/>
        </w:rPr>
      </w:pPr>
    </w:p>
    <w:p w:rsidR="00E57DE5" w:rsidRDefault="00E57DE5" w:rsidP="00E57DE5">
      <w:pPr>
        <w:jc w:val="center"/>
        <w:rPr>
          <w:rFonts w:asciiTheme="majorHAnsi" w:hAnsiTheme="majorHAnsi"/>
          <w:b/>
          <w:color w:val="FF66CC"/>
          <w:sz w:val="36"/>
          <w:szCs w:val="36"/>
        </w:rPr>
      </w:pPr>
      <w:r w:rsidRPr="00D71187">
        <w:rPr>
          <w:rFonts w:asciiTheme="majorHAnsi" w:hAnsiTheme="majorHAnsi"/>
          <w:b/>
          <w:color w:val="FF66CC"/>
          <w:sz w:val="36"/>
          <w:szCs w:val="36"/>
        </w:rPr>
        <w:t xml:space="preserve">When &amp; </w:t>
      </w:r>
      <w:proofErr w:type="gramStart"/>
      <w:r w:rsidRPr="00D71187">
        <w:rPr>
          <w:rFonts w:asciiTheme="majorHAnsi" w:hAnsiTheme="majorHAnsi"/>
          <w:b/>
          <w:color w:val="FF66CC"/>
          <w:sz w:val="36"/>
          <w:szCs w:val="36"/>
        </w:rPr>
        <w:t>How</w:t>
      </w:r>
      <w:proofErr w:type="gramEnd"/>
      <w:r w:rsidRPr="00D71187">
        <w:rPr>
          <w:rFonts w:asciiTheme="majorHAnsi" w:hAnsiTheme="majorHAnsi"/>
          <w:b/>
          <w:color w:val="FF66CC"/>
          <w:sz w:val="36"/>
          <w:szCs w:val="36"/>
        </w:rPr>
        <w:t xml:space="preserve"> often should I get tested for Breast Cancer?</w:t>
      </w:r>
    </w:p>
    <w:p w:rsidR="00E57DE5" w:rsidRPr="00D71187" w:rsidRDefault="00E57DE5" w:rsidP="00E57DE5">
      <w:pPr>
        <w:jc w:val="center"/>
        <w:rPr>
          <w:rFonts w:asciiTheme="majorHAnsi" w:hAnsiTheme="majorHAnsi"/>
          <w:b/>
          <w:color w:val="FF66CC"/>
          <w:sz w:val="36"/>
          <w:szCs w:val="36"/>
        </w:rPr>
      </w:pPr>
    </w:p>
    <w:p w:rsidR="00E57DE5" w:rsidRPr="00B12940" w:rsidRDefault="00E72CFA" w:rsidP="00E57DE5">
      <w:pPr>
        <w:pBdr>
          <w:top w:val="single" w:sz="24" w:space="1" w:color="FF66CC"/>
          <w:left w:val="single" w:sz="24" w:space="4" w:color="FF66CC"/>
          <w:bottom w:val="single" w:sz="24" w:space="31" w:color="FF66CC"/>
          <w:right w:val="single" w:sz="24" w:space="4" w:color="FF66CC"/>
        </w:pBdr>
        <w:jc w:val="center"/>
        <w:rPr>
          <w:rFonts w:asciiTheme="majorHAnsi" w:hAnsiTheme="majorHAnsi"/>
          <w:sz w:val="24"/>
        </w:rPr>
      </w:pPr>
      <w:r>
        <w:rPr>
          <w:noProof/>
          <w:szCs w:val="23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-3305175</wp:posOffset>
            </wp:positionH>
            <wp:positionV relativeFrom="paragraph">
              <wp:posOffset>3242945</wp:posOffset>
            </wp:positionV>
            <wp:extent cx="2961640" cy="2609850"/>
            <wp:effectExtent l="19050" t="19050" r="10160" b="19050"/>
            <wp:wrapSquare wrapText="bothSides"/>
            <wp:docPr id="6" name="Picture 4" descr="http://www.nevdgp.org.au/info/ccv/patients/images/breas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nevdgp.org.au/info/ccv/patients/images/breast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duotone>
                        <a:prstClr val="black"/>
                        <a:srgbClr val="F852CD">
                          <a:tint val="45000"/>
                          <a:satMod val="400000"/>
                        </a:srgb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640" cy="2609850"/>
                    </a:xfrm>
                    <a:prstGeom prst="rect">
                      <a:avLst/>
                    </a:prstGeom>
                    <a:solidFill>
                      <a:schemeClr val="accent2"/>
                    </a:solidFill>
                    <a:ln w="12700" cap="rnd" cmpd="sng">
                      <a:solidFill>
                        <a:srgbClr val="FF66FF">
                          <a:alpha val="9000"/>
                        </a:srgbClr>
                      </a:solidFill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7DE5">
        <w:rPr>
          <w:szCs w:val="23"/>
        </w:rPr>
        <w:br/>
      </w:r>
      <w:r w:rsidR="00E57DE5" w:rsidRPr="00D8240F">
        <w:rPr>
          <w:rFonts w:asciiTheme="majorHAnsi" w:hAnsiTheme="majorHAnsi"/>
          <w:sz w:val="24"/>
        </w:rPr>
        <w:t>A woman should get a mammogram and a clinical breast exam by her doctor either every year or every two years starting at age 40.</w:t>
      </w:r>
      <w:r w:rsidR="00E57DE5">
        <w:rPr>
          <w:rFonts w:asciiTheme="majorHAnsi" w:hAnsiTheme="majorHAnsi"/>
          <w:sz w:val="24"/>
        </w:rPr>
        <w:br/>
      </w:r>
      <w:r w:rsidR="00E57DE5">
        <w:rPr>
          <w:rFonts w:asciiTheme="majorHAnsi" w:hAnsiTheme="majorHAnsi"/>
          <w:sz w:val="24"/>
        </w:rPr>
        <w:br/>
      </w:r>
      <w:r w:rsidR="00E57DE5" w:rsidRPr="00D8240F">
        <w:rPr>
          <w:rFonts w:asciiTheme="majorHAnsi" w:hAnsiTheme="majorHAnsi"/>
          <w:b/>
          <w:sz w:val="24"/>
        </w:rPr>
        <w:t>However</w:t>
      </w:r>
      <w:r w:rsidR="00E57DE5" w:rsidRPr="00D8240F">
        <w:rPr>
          <w:rFonts w:asciiTheme="majorHAnsi" w:hAnsiTheme="majorHAnsi"/>
          <w:sz w:val="24"/>
        </w:rPr>
        <w:t>, if there is a family history of breast cancer getting a mammogram before age 40 is recommended.</w:t>
      </w:r>
      <w:r w:rsidR="00E57DE5">
        <w:rPr>
          <w:rFonts w:asciiTheme="majorHAnsi" w:hAnsiTheme="majorHAnsi"/>
          <w:sz w:val="24"/>
        </w:rPr>
        <w:br/>
      </w:r>
      <w:r w:rsidR="00E57DE5">
        <w:rPr>
          <w:rFonts w:asciiTheme="majorHAnsi" w:hAnsiTheme="majorHAnsi"/>
          <w:sz w:val="24"/>
        </w:rPr>
        <w:br/>
      </w:r>
      <w:r w:rsidR="00E57DE5">
        <w:rPr>
          <w:rFonts w:asciiTheme="majorHAnsi" w:hAnsiTheme="majorHAnsi"/>
          <w:sz w:val="24"/>
        </w:rPr>
        <w:br/>
      </w:r>
      <w:r w:rsidR="00E57DE5" w:rsidRPr="00D8240F">
        <w:rPr>
          <w:rFonts w:asciiTheme="majorHAnsi" w:hAnsiTheme="majorHAnsi"/>
          <w:sz w:val="24"/>
        </w:rPr>
        <w:t>A mammogram is an x-ray of the breast.  A mammogram sometimes may not notice the cancer and vi</w:t>
      </w:r>
      <w:r w:rsidR="00E57DE5">
        <w:rPr>
          <w:rFonts w:asciiTheme="majorHAnsi" w:hAnsiTheme="majorHAnsi"/>
          <w:sz w:val="24"/>
        </w:rPr>
        <w:t>c</w:t>
      </w:r>
      <w:r w:rsidR="00E57DE5" w:rsidRPr="00D8240F">
        <w:rPr>
          <w:rFonts w:asciiTheme="majorHAnsi" w:hAnsiTheme="majorHAnsi"/>
          <w:sz w:val="24"/>
        </w:rPr>
        <w:t>e</w:t>
      </w:r>
      <w:r w:rsidR="00E57DE5">
        <w:rPr>
          <w:rFonts w:asciiTheme="majorHAnsi" w:hAnsiTheme="majorHAnsi"/>
          <w:sz w:val="24"/>
        </w:rPr>
        <w:t xml:space="preserve"> </w:t>
      </w:r>
      <w:r w:rsidR="00E57DE5" w:rsidRPr="00D8240F">
        <w:rPr>
          <w:rFonts w:asciiTheme="majorHAnsi" w:hAnsiTheme="majorHAnsi"/>
          <w:sz w:val="24"/>
        </w:rPr>
        <w:t xml:space="preserve">versa for the clinical breast exam so it’s very important to have </w:t>
      </w:r>
      <w:r w:rsidR="00E57DE5" w:rsidRPr="00D8240F">
        <w:rPr>
          <w:rFonts w:asciiTheme="majorHAnsi" w:hAnsiTheme="majorHAnsi"/>
          <w:b/>
          <w:sz w:val="24"/>
        </w:rPr>
        <w:t>BOTH</w:t>
      </w:r>
      <w:r w:rsidR="00E57DE5" w:rsidRPr="00D8240F">
        <w:rPr>
          <w:rFonts w:asciiTheme="majorHAnsi" w:hAnsiTheme="majorHAnsi"/>
          <w:sz w:val="24"/>
        </w:rPr>
        <w:t xml:space="preserve"> done.</w:t>
      </w:r>
    </w:p>
    <w:p w:rsidR="00DA47CF" w:rsidRDefault="00DA47CF" w:rsidP="00DA47CF">
      <w:pPr>
        <w:jc w:val="center"/>
        <w:rPr>
          <w:szCs w:val="23"/>
        </w:rPr>
      </w:pPr>
    </w:p>
    <w:p w:rsidR="004A10BB" w:rsidRDefault="004A10BB" w:rsidP="004A10BB">
      <w:pPr>
        <w:ind w:left="360"/>
        <w:rPr>
          <w:szCs w:val="23"/>
        </w:rPr>
      </w:pPr>
    </w:p>
    <w:p w:rsidR="004A10BB" w:rsidRDefault="004A10BB" w:rsidP="004A10BB">
      <w:pPr>
        <w:ind w:left="360"/>
        <w:rPr>
          <w:szCs w:val="23"/>
        </w:rPr>
      </w:pPr>
    </w:p>
    <w:p w:rsidR="00E57DE5" w:rsidRDefault="00E57DE5" w:rsidP="00E57DE5">
      <w:pPr>
        <w:jc w:val="center"/>
        <w:rPr>
          <w:rFonts w:asciiTheme="majorHAnsi" w:hAnsiTheme="majorHAnsi"/>
          <w:b/>
          <w:color w:val="FF66CC"/>
          <w:sz w:val="36"/>
          <w:szCs w:val="36"/>
        </w:rPr>
      </w:pPr>
      <w:r w:rsidRPr="00DE45F1">
        <w:rPr>
          <w:rFonts w:asciiTheme="majorHAnsi" w:hAnsiTheme="majorHAnsi"/>
          <w:b/>
          <w:color w:val="FF66CC"/>
          <w:sz w:val="36"/>
          <w:szCs w:val="36"/>
        </w:rPr>
        <w:t>What are the treatment options?</w:t>
      </w:r>
    </w:p>
    <w:p w:rsidR="00E57DE5" w:rsidRDefault="00E57DE5" w:rsidP="00E57DE5">
      <w:pPr>
        <w:jc w:val="center"/>
        <w:rPr>
          <w:rFonts w:asciiTheme="majorHAnsi" w:hAnsiTheme="majorHAnsi"/>
          <w:b/>
          <w:color w:val="FF66CC"/>
          <w:sz w:val="36"/>
          <w:szCs w:val="36"/>
        </w:rPr>
      </w:pPr>
    </w:p>
    <w:p w:rsidR="00E57DE5" w:rsidRDefault="00E57DE5" w:rsidP="00E57DE5">
      <w:pPr>
        <w:jc w:val="center"/>
        <w:rPr>
          <w:rFonts w:asciiTheme="majorHAnsi" w:hAnsiTheme="majorHAnsi"/>
          <w:sz w:val="24"/>
        </w:rPr>
      </w:pPr>
      <w:r>
        <w:rPr>
          <w:rFonts w:asciiTheme="majorHAnsi" w:hAnsiTheme="majorHAnsi"/>
          <w:b/>
          <w:sz w:val="24"/>
        </w:rPr>
        <w:t xml:space="preserve">A breast cancer patient has many options. </w:t>
      </w:r>
      <w:r>
        <w:rPr>
          <w:rFonts w:asciiTheme="majorHAnsi" w:hAnsiTheme="majorHAnsi"/>
          <w:b/>
          <w:sz w:val="24"/>
        </w:rPr>
        <w:br/>
        <w:t>A few of the options are:</w:t>
      </w:r>
    </w:p>
    <w:p w:rsidR="00E57DE5" w:rsidRPr="00F605AC" w:rsidRDefault="00E57DE5" w:rsidP="00E57DE5">
      <w:pPr>
        <w:jc w:val="both"/>
        <w:rPr>
          <w:rFonts w:asciiTheme="majorHAnsi" w:hAnsiTheme="majorHAnsi"/>
          <w:sz w:val="24"/>
        </w:rPr>
      </w:pPr>
    </w:p>
    <w:p w:rsidR="00E57DE5" w:rsidRPr="007307F5" w:rsidRDefault="00E57DE5" w:rsidP="00E57DE5">
      <w:pPr>
        <w:pStyle w:val="ListParagraph"/>
        <w:numPr>
          <w:ilvl w:val="0"/>
          <w:numId w:val="15"/>
        </w:numPr>
        <w:pBdr>
          <w:top w:val="single" w:sz="24" w:space="1" w:color="FF66CC"/>
          <w:left w:val="single" w:sz="24" w:space="4" w:color="FF66CC"/>
          <w:bottom w:val="single" w:sz="24" w:space="1" w:color="FF66CC"/>
          <w:right w:val="single" w:sz="24" w:space="4" w:color="FF66CC"/>
        </w:pBdr>
        <w:rPr>
          <w:rFonts w:asciiTheme="majorHAnsi" w:hAnsiTheme="majorHAnsi"/>
          <w:sz w:val="24"/>
        </w:rPr>
      </w:pPr>
      <w:r w:rsidRPr="007307F5">
        <w:rPr>
          <w:rFonts w:asciiTheme="majorHAnsi" w:hAnsiTheme="majorHAnsi"/>
          <w:b/>
          <w:sz w:val="24"/>
        </w:rPr>
        <w:t>Chemotherapy</w:t>
      </w:r>
      <w:r w:rsidRPr="007307F5">
        <w:rPr>
          <w:rFonts w:asciiTheme="majorHAnsi" w:hAnsiTheme="majorHAnsi"/>
          <w:sz w:val="24"/>
        </w:rPr>
        <w:t>- Uses very strong drugs that enter the bloodstream.  The drugs attempt to interfere with and halt growth of uncontrolled cells. Used for locally advanced cancer.</w:t>
      </w:r>
    </w:p>
    <w:p w:rsidR="00E57DE5" w:rsidRPr="007307F5" w:rsidRDefault="00E57DE5" w:rsidP="00E57DE5">
      <w:pPr>
        <w:pStyle w:val="ListParagraph"/>
        <w:numPr>
          <w:ilvl w:val="0"/>
          <w:numId w:val="15"/>
        </w:numPr>
        <w:pBdr>
          <w:top w:val="single" w:sz="24" w:space="1" w:color="FF66CC"/>
          <w:left w:val="single" w:sz="24" w:space="4" w:color="FF66CC"/>
          <w:bottom w:val="single" w:sz="24" w:space="1" w:color="FF66CC"/>
          <w:right w:val="single" w:sz="24" w:space="4" w:color="FF66CC"/>
        </w:pBdr>
        <w:rPr>
          <w:rFonts w:asciiTheme="majorHAnsi" w:hAnsiTheme="majorHAnsi"/>
          <w:sz w:val="24"/>
        </w:rPr>
      </w:pPr>
      <w:r w:rsidRPr="007307F5">
        <w:rPr>
          <w:rFonts w:asciiTheme="majorHAnsi" w:hAnsiTheme="majorHAnsi"/>
          <w:b/>
          <w:sz w:val="24"/>
        </w:rPr>
        <w:t>Radiation</w:t>
      </w:r>
      <w:r w:rsidRPr="007307F5">
        <w:rPr>
          <w:rFonts w:asciiTheme="majorHAnsi" w:hAnsiTheme="majorHAnsi"/>
          <w:sz w:val="24"/>
        </w:rPr>
        <w:t xml:space="preserve">- High beam of energy damages the </w:t>
      </w:r>
      <w:r w:rsidR="009B34B6">
        <w:rPr>
          <w:rFonts w:asciiTheme="majorHAnsi" w:hAnsiTheme="majorHAnsi"/>
          <w:sz w:val="24"/>
        </w:rPr>
        <w:t>cancerous cells’</w:t>
      </w:r>
      <w:r w:rsidRPr="007307F5">
        <w:rPr>
          <w:rFonts w:asciiTheme="majorHAnsi" w:hAnsiTheme="majorHAnsi"/>
          <w:sz w:val="24"/>
        </w:rPr>
        <w:t xml:space="preserve"> DNA, </w:t>
      </w:r>
      <w:r w:rsidR="009B34B6">
        <w:rPr>
          <w:rFonts w:asciiTheme="majorHAnsi" w:hAnsiTheme="majorHAnsi"/>
          <w:sz w:val="24"/>
        </w:rPr>
        <w:t xml:space="preserve">while </w:t>
      </w:r>
      <w:r w:rsidRPr="007307F5">
        <w:rPr>
          <w:rFonts w:asciiTheme="majorHAnsi" w:hAnsiTheme="majorHAnsi"/>
          <w:sz w:val="24"/>
        </w:rPr>
        <w:t>the healthy cells survive the radiation.</w:t>
      </w:r>
    </w:p>
    <w:p w:rsidR="00E57DE5" w:rsidRPr="007307F5" w:rsidRDefault="00E57DE5" w:rsidP="00E57DE5">
      <w:pPr>
        <w:pStyle w:val="ListParagraph"/>
        <w:numPr>
          <w:ilvl w:val="0"/>
          <w:numId w:val="15"/>
        </w:numPr>
        <w:pBdr>
          <w:top w:val="single" w:sz="24" w:space="1" w:color="FF66CC"/>
          <w:left w:val="single" w:sz="24" w:space="4" w:color="FF66CC"/>
          <w:bottom w:val="single" w:sz="24" w:space="1" w:color="FF66CC"/>
          <w:right w:val="single" w:sz="24" w:space="4" w:color="FF66CC"/>
        </w:pBdr>
        <w:rPr>
          <w:rFonts w:asciiTheme="majorHAnsi" w:hAnsiTheme="majorHAnsi"/>
          <w:sz w:val="24"/>
        </w:rPr>
      </w:pPr>
      <w:r w:rsidRPr="007307F5">
        <w:rPr>
          <w:rFonts w:asciiTheme="majorHAnsi" w:hAnsiTheme="majorHAnsi"/>
          <w:b/>
          <w:sz w:val="24"/>
        </w:rPr>
        <w:t>Lumpectomy</w:t>
      </w:r>
      <w:r w:rsidRPr="007307F5">
        <w:rPr>
          <w:rFonts w:asciiTheme="majorHAnsi" w:hAnsiTheme="majorHAnsi"/>
          <w:sz w:val="24"/>
        </w:rPr>
        <w:t>- The tumor is surgically removed from the breast.</w:t>
      </w:r>
    </w:p>
    <w:p w:rsidR="00E57DE5" w:rsidRPr="007307F5" w:rsidRDefault="00E57DE5" w:rsidP="00E57DE5">
      <w:pPr>
        <w:pStyle w:val="ListParagraph"/>
        <w:numPr>
          <w:ilvl w:val="0"/>
          <w:numId w:val="15"/>
        </w:numPr>
        <w:pBdr>
          <w:top w:val="single" w:sz="24" w:space="1" w:color="FF66CC"/>
          <w:left w:val="single" w:sz="24" w:space="4" w:color="FF66CC"/>
          <w:bottom w:val="single" w:sz="24" w:space="1" w:color="FF66CC"/>
          <w:right w:val="single" w:sz="24" w:space="4" w:color="FF66CC"/>
        </w:pBdr>
        <w:rPr>
          <w:rFonts w:asciiTheme="majorHAnsi" w:hAnsiTheme="majorHAnsi"/>
          <w:sz w:val="24"/>
        </w:rPr>
      </w:pPr>
      <w:r w:rsidRPr="007307F5">
        <w:rPr>
          <w:rFonts w:asciiTheme="majorHAnsi" w:hAnsiTheme="majorHAnsi"/>
          <w:b/>
          <w:sz w:val="24"/>
        </w:rPr>
        <w:t>Mastectomy-</w:t>
      </w:r>
      <w:r w:rsidRPr="007307F5">
        <w:rPr>
          <w:rFonts w:asciiTheme="majorHAnsi" w:hAnsiTheme="majorHAnsi"/>
          <w:sz w:val="24"/>
        </w:rPr>
        <w:t xml:space="preserve"> The </w:t>
      </w:r>
      <w:r w:rsidR="009B34B6">
        <w:rPr>
          <w:rFonts w:asciiTheme="majorHAnsi" w:hAnsiTheme="majorHAnsi"/>
          <w:sz w:val="24"/>
        </w:rPr>
        <w:t xml:space="preserve">surgical </w:t>
      </w:r>
      <w:r w:rsidRPr="007307F5">
        <w:rPr>
          <w:rFonts w:asciiTheme="majorHAnsi" w:hAnsiTheme="majorHAnsi"/>
          <w:sz w:val="24"/>
        </w:rPr>
        <w:t>removal of one or both breast.</w:t>
      </w:r>
    </w:p>
    <w:p w:rsidR="004A4929" w:rsidRDefault="004A4929" w:rsidP="004A10BB">
      <w:pPr>
        <w:ind w:left="360"/>
        <w:rPr>
          <w:rFonts w:asciiTheme="majorHAnsi" w:hAnsiTheme="majorHAnsi"/>
          <w:b/>
          <w:color w:val="FF66CC"/>
          <w:sz w:val="36"/>
          <w:szCs w:val="36"/>
          <w:u w:val="single"/>
        </w:rPr>
      </w:pPr>
    </w:p>
    <w:p w:rsidR="00EB3EFA" w:rsidRDefault="00382261" w:rsidP="004A10BB">
      <w:pPr>
        <w:ind w:left="360"/>
        <w:rPr>
          <w:rFonts w:asciiTheme="majorHAnsi" w:hAnsiTheme="majorHAnsi"/>
          <w:b/>
          <w:color w:val="FF66CC"/>
          <w:sz w:val="36"/>
          <w:szCs w:val="36"/>
          <w:u w:val="single"/>
        </w:rPr>
      </w:pPr>
      <w:r>
        <w:rPr>
          <w:rFonts w:asciiTheme="majorHAnsi" w:hAnsiTheme="majorHAnsi"/>
          <w:b/>
          <w:noProof/>
          <w:color w:val="FF66CC"/>
          <w:sz w:val="36"/>
          <w:szCs w:val="36"/>
          <w:u w:val="singl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529590</wp:posOffset>
            </wp:positionH>
            <wp:positionV relativeFrom="paragraph">
              <wp:posOffset>250190</wp:posOffset>
            </wp:positionV>
            <wp:extent cx="1802130" cy="1838960"/>
            <wp:effectExtent l="19050" t="0" r="7620" b="0"/>
            <wp:wrapSquare wrapText="bothSides"/>
            <wp:docPr id="2" name="Picture 0" descr="imagesCAWT44D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WT44DJ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2130" cy="1838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B3EFA" w:rsidRDefault="00EB3EFA" w:rsidP="00E57DE5">
      <w:pPr>
        <w:rPr>
          <w:rFonts w:asciiTheme="majorHAnsi" w:hAnsiTheme="majorHAnsi"/>
          <w:b/>
          <w:color w:val="FF66CC"/>
          <w:sz w:val="36"/>
          <w:szCs w:val="36"/>
          <w:u w:val="single"/>
        </w:rPr>
      </w:pPr>
    </w:p>
    <w:p w:rsidR="00EB3EFA" w:rsidRDefault="00EB3EFA" w:rsidP="004A10BB">
      <w:pPr>
        <w:ind w:left="360"/>
        <w:rPr>
          <w:rFonts w:asciiTheme="majorHAnsi" w:hAnsiTheme="majorHAnsi"/>
          <w:b/>
          <w:color w:val="FF66CC"/>
          <w:sz w:val="36"/>
          <w:szCs w:val="36"/>
          <w:u w:val="single"/>
        </w:rPr>
      </w:pPr>
    </w:p>
    <w:p w:rsidR="00EB3EFA" w:rsidRDefault="00EB3EFA" w:rsidP="004A10BB">
      <w:pPr>
        <w:ind w:left="360"/>
        <w:rPr>
          <w:rFonts w:asciiTheme="majorHAnsi" w:hAnsiTheme="majorHAnsi"/>
          <w:b/>
          <w:color w:val="FF66CC"/>
          <w:sz w:val="36"/>
          <w:szCs w:val="36"/>
          <w:u w:val="single"/>
        </w:rPr>
      </w:pPr>
    </w:p>
    <w:p w:rsidR="00EB3EFA" w:rsidRDefault="00EB3EFA" w:rsidP="004A10BB">
      <w:pPr>
        <w:ind w:left="360"/>
        <w:rPr>
          <w:rFonts w:asciiTheme="majorHAnsi" w:hAnsiTheme="majorHAnsi"/>
          <w:b/>
          <w:color w:val="FF66CC"/>
          <w:sz w:val="36"/>
          <w:szCs w:val="36"/>
          <w:u w:val="single"/>
        </w:rPr>
      </w:pPr>
    </w:p>
    <w:p w:rsidR="00EB3EFA" w:rsidRDefault="00EB3EFA" w:rsidP="004A10BB">
      <w:pPr>
        <w:ind w:left="360"/>
        <w:rPr>
          <w:rFonts w:asciiTheme="majorHAnsi" w:hAnsiTheme="majorHAnsi"/>
          <w:b/>
          <w:color w:val="FF66CC"/>
          <w:sz w:val="36"/>
          <w:szCs w:val="36"/>
          <w:u w:val="single"/>
        </w:rPr>
      </w:pPr>
    </w:p>
    <w:p w:rsidR="00EB3EFA" w:rsidRDefault="00EB3EFA" w:rsidP="004A10BB">
      <w:pPr>
        <w:ind w:left="360"/>
        <w:rPr>
          <w:rFonts w:asciiTheme="majorHAnsi" w:hAnsiTheme="majorHAnsi"/>
          <w:b/>
          <w:color w:val="FF66CC"/>
          <w:sz w:val="36"/>
          <w:szCs w:val="36"/>
          <w:u w:val="single"/>
        </w:rPr>
      </w:pPr>
    </w:p>
    <w:p w:rsidR="006664D3" w:rsidRDefault="006664D3" w:rsidP="004A10BB">
      <w:pPr>
        <w:ind w:left="360"/>
        <w:rPr>
          <w:rFonts w:asciiTheme="majorHAnsi" w:hAnsiTheme="majorHAnsi"/>
          <w:b/>
          <w:color w:val="FF66CC"/>
          <w:sz w:val="36"/>
          <w:szCs w:val="36"/>
          <w:u w:val="single"/>
        </w:rPr>
      </w:pPr>
    </w:p>
    <w:p w:rsidR="006664D3" w:rsidRDefault="006664D3" w:rsidP="004A10BB">
      <w:pPr>
        <w:ind w:left="360"/>
        <w:rPr>
          <w:rFonts w:asciiTheme="majorHAnsi" w:hAnsiTheme="majorHAnsi"/>
          <w:b/>
          <w:color w:val="FF66CC"/>
          <w:sz w:val="36"/>
          <w:szCs w:val="36"/>
          <w:u w:val="single"/>
        </w:rPr>
      </w:pPr>
    </w:p>
    <w:p w:rsidR="006664D3" w:rsidRDefault="006664D3" w:rsidP="006664D3">
      <w:r>
        <w:t>Genre 2 : Brochure</w:t>
      </w:r>
    </w:p>
    <w:p w:rsidR="006664D3" w:rsidRDefault="006664D3" w:rsidP="006664D3"/>
    <w:tbl>
      <w:tblPr>
        <w:tblStyle w:val="TableGrid"/>
        <w:tblW w:w="0" w:type="auto"/>
        <w:tblLook w:val="04A0"/>
      </w:tblPr>
      <w:tblGrid>
        <w:gridCol w:w="2389"/>
        <w:gridCol w:w="2147"/>
      </w:tblGrid>
      <w:tr w:rsidR="006664D3" w:rsidTr="00FF2D6F">
        <w:tc>
          <w:tcPr>
            <w:tcW w:w="4788" w:type="dxa"/>
          </w:tcPr>
          <w:p w:rsidR="006664D3" w:rsidRDefault="006664D3" w:rsidP="00FF2D6F">
            <w:r>
              <w:t>Characteristics</w:t>
            </w:r>
          </w:p>
        </w:tc>
        <w:tc>
          <w:tcPr>
            <w:tcW w:w="4788" w:type="dxa"/>
          </w:tcPr>
          <w:p w:rsidR="006664D3" w:rsidRDefault="006664D3" w:rsidP="00FF2D6F">
            <w:r>
              <w:t>Criteria</w:t>
            </w:r>
          </w:p>
        </w:tc>
      </w:tr>
      <w:tr w:rsidR="006664D3" w:rsidTr="00FF2D6F">
        <w:tc>
          <w:tcPr>
            <w:tcW w:w="4788" w:type="dxa"/>
          </w:tcPr>
          <w:p w:rsidR="006664D3" w:rsidRDefault="006664D3" w:rsidP="00FF2D6F">
            <w:r>
              <w:t>Content</w:t>
            </w:r>
          </w:p>
        </w:tc>
        <w:tc>
          <w:tcPr>
            <w:tcW w:w="4788" w:type="dxa"/>
          </w:tcPr>
          <w:p w:rsidR="006664D3" w:rsidRDefault="006664D3" w:rsidP="00FF2D6F">
            <w:r>
              <w:t>Informative, Correct, &amp; Interesting</w:t>
            </w:r>
          </w:p>
        </w:tc>
      </w:tr>
      <w:tr w:rsidR="006664D3" w:rsidTr="00FF2D6F">
        <w:tc>
          <w:tcPr>
            <w:tcW w:w="4788" w:type="dxa"/>
          </w:tcPr>
          <w:p w:rsidR="006664D3" w:rsidRDefault="006664D3" w:rsidP="00FF2D6F">
            <w:r>
              <w:t>Layout</w:t>
            </w:r>
          </w:p>
        </w:tc>
        <w:tc>
          <w:tcPr>
            <w:tcW w:w="4788" w:type="dxa"/>
          </w:tcPr>
          <w:p w:rsidR="006664D3" w:rsidRDefault="006664D3" w:rsidP="00FF2D6F">
            <w:r>
              <w:t>Easy to follow, Organized</w:t>
            </w:r>
          </w:p>
        </w:tc>
      </w:tr>
      <w:tr w:rsidR="006664D3" w:rsidTr="00FF2D6F">
        <w:tc>
          <w:tcPr>
            <w:tcW w:w="4788" w:type="dxa"/>
          </w:tcPr>
          <w:p w:rsidR="006664D3" w:rsidRDefault="006664D3" w:rsidP="00FF2D6F">
            <w:r>
              <w:t>Design</w:t>
            </w:r>
          </w:p>
        </w:tc>
        <w:tc>
          <w:tcPr>
            <w:tcW w:w="4788" w:type="dxa"/>
          </w:tcPr>
          <w:p w:rsidR="006664D3" w:rsidRDefault="006664D3" w:rsidP="00FF2D6F">
            <w:r>
              <w:t>Pleasing to the eyes. Pictures are relevant</w:t>
            </w:r>
          </w:p>
        </w:tc>
      </w:tr>
    </w:tbl>
    <w:p w:rsidR="006664D3" w:rsidRDefault="006664D3" w:rsidP="006664D3"/>
    <w:p w:rsidR="006664D3" w:rsidRDefault="006664D3" w:rsidP="006664D3"/>
    <w:p w:rsidR="006664D3" w:rsidRDefault="006664D3" w:rsidP="006664D3">
      <w:r>
        <w:t>Examples:</w:t>
      </w:r>
    </w:p>
    <w:p w:rsidR="006664D3" w:rsidRDefault="006664D3" w:rsidP="006664D3">
      <w:hyperlink r:id="rId14" w:tooltip="Brochure 1" w:history="1">
        <w:r>
          <w:rPr>
            <w:rStyle w:val="Hyperlink"/>
          </w:rPr>
          <w:t>Brochure 1</w:t>
        </w:r>
      </w:hyperlink>
      <w:r>
        <w:br/>
      </w:r>
      <w:hyperlink r:id="rId15" w:history="1">
        <w:r>
          <w:rPr>
            <w:rStyle w:val="Hyperlink"/>
          </w:rPr>
          <w:t>Brochure 2</w:t>
        </w:r>
      </w:hyperlink>
      <w:r>
        <w:br/>
      </w:r>
      <w:hyperlink r:id="rId16" w:history="1">
        <w:r>
          <w:rPr>
            <w:rStyle w:val="Hyperlink"/>
          </w:rPr>
          <w:t>Brochure 3</w:t>
        </w:r>
      </w:hyperlink>
      <w:r>
        <w:t xml:space="preserve">  </w:t>
      </w:r>
    </w:p>
    <w:p w:rsidR="00EB3EFA" w:rsidRDefault="00EB3EFA" w:rsidP="004A10BB">
      <w:pPr>
        <w:ind w:left="360"/>
        <w:rPr>
          <w:rFonts w:asciiTheme="majorHAnsi" w:hAnsiTheme="majorHAnsi"/>
          <w:b/>
          <w:color w:val="FF66CC"/>
          <w:sz w:val="36"/>
          <w:szCs w:val="36"/>
          <w:u w:val="single"/>
        </w:rPr>
      </w:pPr>
    </w:p>
    <w:p w:rsidR="00EB3EFA" w:rsidRDefault="00EB3EFA" w:rsidP="00893EFB">
      <w:pPr>
        <w:rPr>
          <w:rFonts w:asciiTheme="majorHAnsi" w:hAnsiTheme="majorHAnsi"/>
          <w:b/>
          <w:color w:val="FF66CC"/>
          <w:sz w:val="36"/>
          <w:szCs w:val="36"/>
          <w:u w:val="single"/>
        </w:rPr>
      </w:pPr>
    </w:p>
    <w:p w:rsidR="00EB3EFA" w:rsidRDefault="00EB3EFA" w:rsidP="004A10BB">
      <w:pPr>
        <w:ind w:left="360"/>
        <w:rPr>
          <w:rFonts w:asciiTheme="majorHAnsi" w:hAnsiTheme="majorHAnsi"/>
          <w:b/>
          <w:color w:val="FF66CC"/>
          <w:sz w:val="36"/>
          <w:szCs w:val="36"/>
          <w:u w:val="single"/>
        </w:rPr>
      </w:pPr>
    </w:p>
    <w:p w:rsidR="00EB3EFA" w:rsidRDefault="00EB3EFA" w:rsidP="004A10BB">
      <w:pPr>
        <w:ind w:left="360"/>
        <w:rPr>
          <w:rFonts w:asciiTheme="majorHAnsi" w:hAnsiTheme="majorHAnsi"/>
          <w:b/>
          <w:color w:val="FF66CC"/>
          <w:sz w:val="36"/>
          <w:szCs w:val="36"/>
          <w:u w:val="single"/>
        </w:rPr>
      </w:pPr>
    </w:p>
    <w:p w:rsidR="00EB3EFA" w:rsidRDefault="00EB3EFA" w:rsidP="00EB3EFA">
      <w:pPr>
        <w:rPr>
          <w:rFonts w:asciiTheme="majorHAnsi" w:hAnsiTheme="majorHAnsi"/>
          <w:sz w:val="28"/>
          <w:szCs w:val="28"/>
        </w:rPr>
      </w:pPr>
    </w:p>
    <w:p w:rsidR="00EB3EFA" w:rsidRDefault="00EB3EFA" w:rsidP="00B9226D"/>
    <w:p w:rsidR="00EB3EFA" w:rsidRPr="004A10BB" w:rsidRDefault="00EB3EFA" w:rsidP="004A10BB">
      <w:pPr>
        <w:ind w:left="360"/>
        <w:rPr>
          <w:rFonts w:asciiTheme="majorHAnsi" w:hAnsiTheme="majorHAnsi"/>
          <w:b/>
          <w:color w:val="FF66CC"/>
          <w:sz w:val="36"/>
          <w:szCs w:val="36"/>
          <w:u w:val="single"/>
        </w:rPr>
      </w:pPr>
    </w:p>
    <w:sectPr w:rsidR="00EB3EFA" w:rsidRPr="004A10BB" w:rsidSect="004E65FA">
      <w:pgSz w:w="15840" w:h="12240" w:orient="landscape"/>
      <w:pgMar w:top="720" w:right="720" w:bottom="180" w:left="720" w:header="720" w:footer="720" w:gutter="0"/>
      <w:cols w:num="3" w:sep="1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1E65"/>
    <w:multiLevelType w:val="hybridMultilevel"/>
    <w:tmpl w:val="7F320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75EC0"/>
    <w:multiLevelType w:val="hybridMultilevel"/>
    <w:tmpl w:val="91526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D52254"/>
    <w:multiLevelType w:val="hybridMultilevel"/>
    <w:tmpl w:val="2EBEA3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0760887"/>
    <w:multiLevelType w:val="hybridMultilevel"/>
    <w:tmpl w:val="9D843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30910"/>
    <w:multiLevelType w:val="hybridMultilevel"/>
    <w:tmpl w:val="9E3C0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6177CD"/>
    <w:multiLevelType w:val="hybridMultilevel"/>
    <w:tmpl w:val="797AD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E95810"/>
    <w:multiLevelType w:val="hybridMultilevel"/>
    <w:tmpl w:val="5A7017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BEA7731"/>
    <w:multiLevelType w:val="multilevel"/>
    <w:tmpl w:val="44A270B6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32F5F92"/>
    <w:multiLevelType w:val="hybridMultilevel"/>
    <w:tmpl w:val="50345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D43A89"/>
    <w:multiLevelType w:val="hybridMultilevel"/>
    <w:tmpl w:val="A212F41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5106111D"/>
    <w:multiLevelType w:val="hybridMultilevel"/>
    <w:tmpl w:val="683640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B2D0E00"/>
    <w:multiLevelType w:val="hybridMultilevel"/>
    <w:tmpl w:val="846CB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E0792E"/>
    <w:multiLevelType w:val="hybridMultilevel"/>
    <w:tmpl w:val="44A270B6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6B4BF1"/>
    <w:multiLevelType w:val="hybridMultilevel"/>
    <w:tmpl w:val="35709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21317F"/>
    <w:multiLevelType w:val="hybridMultilevel"/>
    <w:tmpl w:val="141CD4AA"/>
    <w:lvl w:ilvl="0" w:tplc="758CEC16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5">
    <w:nsid w:val="7D7B36D6"/>
    <w:multiLevelType w:val="hybridMultilevel"/>
    <w:tmpl w:val="E96435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5"/>
  </w:num>
  <w:num w:numId="5">
    <w:abstractNumId w:val="12"/>
  </w:num>
  <w:num w:numId="6">
    <w:abstractNumId w:val="7"/>
  </w:num>
  <w:num w:numId="7">
    <w:abstractNumId w:val="14"/>
  </w:num>
  <w:num w:numId="8">
    <w:abstractNumId w:val="8"/>
  </w:num>
  <w:num w:numId="9">
    <w:abstractNumId w:val="4"/>
  </w:num>
  <w:num w:numId="10">
    <w:abstractNumId w:val="5"/>
  </w:num>
  <w:num w:numId="11">
    <w:abstractNumId w:val="0"/>
  </w:num>
  <w:num w:numId="12">
    <w:abstractNumId w:val="10"/>
  </w:num>
  <w:num w:numId="13">
    <w:abstractNumId w:val="13"/>
  </w:num>
  <w:num w:numId="14">
    <w:abstractNumId w:val="3"/>
  </w:num>
  <w:num w:numId="15">
    <w:abstractNumId w:val="1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7C74F0"/>
    <w:rsid w:val="00097FA8"/>
    <w:rsid w:val="000F4E95"/>
    <w:rsid w:val="001E5FE1"/>
    <w:rsid w:val="0024114B"/>
    <w:rsid w:val="002D782C"/>
    <w:rsid w:val="002E1399"/>
    <w:rsid w:val="003347AA"/>
    <w:rsid w:val="00382261"/>
    <w:rsid w:val="00410A75"/>
    <w:rsid w:val="0041406F"/>
    <w:rsid w:val="0047400F"/>
    <w:rsid w:val="004A10BB"/>
    <w:rsid w:val="004A4929"/>
    <w:rsid w:val="004C72D9"/>
    <w:rsid w:val="004E65FA"/>
    <w:rsid w:val="005A49AC"/>
    <w:rsid w:val="005E10A3"/>
    <w:rsid w:val="00630225"/>
    <w:rsid w:val="006664D3"/>
    <w:rsid w:val="006D16D1"/>
    <w:rsid w:val="007307F5"/>
    <w:rsid w:val="007B4DBA"/>
    <w:rsid w:val="007C74F0"/>
    <w:rsid w:val="00885FDC"/>
    <w:rsid w:val="00893EFB"/>
    <w:rsid w:val="009B34B6"/>
    <w:rsid w:val="009C66C0"/>
    <w:rsid w:val="00B044DB"/>
    <w:rsid w:val="00B12940"/>
    <w:rsid w:val="00B9226D"/>
    <w:rsid w:val="00BF5BCB"/>
    <w:rsid w:val="00C44340"/>
    <w:rsid w:val="00C94A41"/>
    <w:rsid w:val="00D3614E"/>
    <w:rsid w:val="00D71187"/>
    <w:rsid w:val="00D8240F"/>
    <w:rsid w:val="00DA47CF"/>
    <w:rsid w:val="00DE45F1"/>
    <w:rsid w:val="00E57DE5"/>
    <w:rsid w:val="00E72CFA"/>
    <w:rsid w:val="00EB3EFA"/>
    <w:rsid w:val="00ED7789"/>
    <w:rsid w:val="00F605AC"/>
    <w:rsid w:val="00F66340"/>
    <w:rsid w:val="00F904C3"/>
    <w:rsid w:val="00FB2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ru v:ext="edit" colors="#f6c"/>
      <o:colormenu v:ext="edit" fillcolor="#f6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06F"/>
    <w:rPr>
      <w:rFonts w:ascii="Comic Sans MS" w:hAnsi="Comic Sans MS"/>
      <w:sz w:val="23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946EE"/>
    <w:rPr>
      <w:color w:val="0000FF"/>
      <w:u w:val="single"/>
    </w:rPr>
  </w:style>
  <w:style w:type="paragraph" w:styleId="BalloonText">
    <w:name w:val="Balloon Text"/>
    <w:basedOn w:val="Normal"/>
    <w:semiHidden/>
    <w:rsid w:val="00BA21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C66C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E1399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apple-style-span">
    <w:name w:val="apple-style-span"/>
    <w:basedOn w:val="DefaultParagraphFont"/>
    <w:rsid w:val="0024114B"/>
  </w:style>
  <w:style w:type="table" w:styleId="TableGrid">
    <w:name w:val="Table Grid"/>
    <w:basedOn w:val="TableNormal"/>
    <w:uiPriority w:val="59"/>
    <w:rsid w:val="006664D3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3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4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7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06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52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34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070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gi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google.com/imgres?imgurl=http://stanfordcac.files.wordpress.com/2009/09/cac-brochure-2009-outside.jpg&amp;imgrefurl=http://stanfordcac.wordpress.com/2009/09/&amp;usg=__SODTMJWACmNSxDGKCC4F_U1Qytw=&amp;h=726&amp;w=939&amp;sz=138&amp;hl=en&amp;start=67&amp;zoom=1&amp;tbnid=lLZ9-4U4MNFdpM:&amp;tbnh=116&amp;tbnw=150&amp;prev=/images%3Fq%3Dbreast%2Bcancer%2Bbrochure%26um%3D1%26hl%3Den%26rlz%3D1T4TSNA_en___US362%26biw%3D1345%26bih%3D555%26tbs%3Disch:1&amp;um=1&amp;itbs=1&amp;iact=rc&amp;dur=171&amp;ei=a9HBTLTxGsHflgfQ9ISjCg&amp;oei=Q9HBTOuADYOClAfmyM3NCQ&amp;esq=3&amp;page=4&amp;ndsp=27&amp;ved=1t:429,r:23,s:67&amp;tx=56&amp;ty=62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hyperlink" Target="http://www.google.com/imgres?imgurl=http://2.bp.blogspot.com/_V-lqcuvwlWE/S0Gn_VC1BZI/AAAAAAAAAhc/H8RA2meKzbo/s400/brochure-outside.jpg&amp;imgrefurl=http://codingcreativity.blogspot.com/2009_08_01_archive.html&amp;usg=__Qqa4pDh2Muvb8b4xkYEniN-n4g4=&amp;h=282&amp;w=400&amp;sz=44&amp;hl=en&amp;start=42&amp;zoom=1&amp;tbnid=okq53MfnMorv-M:&amp;tbnh=121&amp;tbnw=172&amp;prev=/images%3Fq%3Dbreast%2Bcancer%2Bbrochure%26um%3D1%26hl%3Den%26rlz%3D1T4TSNA_en___US362%26biw%3D1345%26bih%3D555%26tbs%3Disch:1&amp;um=1&amp;itbs=1&amp;iact=rc&amp;dur=195&amp;ei=WNHBTMudDoL6lwf75qGoCg&amp;oei=Q9HBTOuADYOClAfmyM3NCQ&amp;esq=3&amp;page=3&amp;ndsp=25&amp;ved=1t:429,r:9,s:42&amp;tx=134&amp;ty=43" TargetMode="Externa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hyperlink" Target="http://www.google.com/imgres?imgurl=http://www.post-gazette.com/pg/images/200805/20080512rad_race_for_cure_330.jpg&amp;imgrefurl=http://www.post-gazette.com/pg/08133/881065-53.stm&amp;usg=__YNC8A11sOYaA-fLFMsqVoRBrc4A=&amp;h=277&amp;w=330&amp;sz=33&amp;hl=en&amp;start=37&amp;zoom=1&amp;tbnid=EfoazPJUfUeFJM:&amp;tbnh=117&amp;tbnw=154&amp;prev=/images%3Fq%3Dbreast%2Bcancer%2Bsurvivors%26um%3D1%26hl%3Den%26sa%3DN%26rlz%3D1T4TSNA_en___US362%26biw%3D1345%26bih%3D555%26tbs%3Disch:1&amp;um=1&amp;itbs=1&amp;iact=rc&amp;dur=207&amp;ei=4szFTILdDYKC8ga3h7XuBg&amp;oei=zMzFTJL7MIKClAeD7oUD&amp;esq=3&amp;page=3&amp;ndsp=25&amp;ved=1t:429,r:2,s:37&amp;tx=115&amp;ty=42" TargetMode="External"/><Relationship Id="rId14" Type="http://schemas.openxmlformats.org/officeDocument/2006/relationships/hyperlink" Target="http://www.google.com/imgres?imgurl=http://www.lifecirclez.net/Women%27s%2520Conference%2520Images/BREAST%2520CANCER%2520BROCHURE.JPG&amp;imgrefurl=http://www.lifecirclez.net/womens_bc_conference.htm&amp;usg=__RnPMq0RoiIe7ee8kXvDuNB0r9Ms=&amp;h=563&amp;w=750&amp;sz=126&amp;hl=en&amp;start=0&amp;zoom=1&amp;tbnid=7fupOrbQBL_3rM:&amp;tbnh=138&amp;tbnw=191&amp;prev=/images%3Fq%3Dcancer%2Bbrochure%26um%3D1%26hl%3Den%26sa%3DN%26rlz%3D1T4TSNA_en___US362%26biw%3D1345%26bih%3D555%26tbs%3Disch:1&amp;um=1&amp;itbs=1&amp;iact=rc&amp;dur=108&amp;ei=F9HBTPWCKYLGlQeyxv3UCQ&amp;oei=F9HBTPWCKYLGlQeyxv3UCQ&amp;esq=1&amp;page=1&amp;ndsp=17&amp;ved=1t:429,r:1,s:0&amp;tx=100&amp;ty=7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raig%20Miller\AppData\Roaming\Microsoft\Templates\TP03000070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4" ma:contentTypeDescription="Create a new document." ma:contentTypeScope="" ma:versionID="e4b7918f6d70a6bbd3ae09fdaae93119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A0062-F940-4969-BE04-67203CB874A8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2.xml><?xml version="1.0" encoding="utf-8"?>
<ds:datastoreItem xmlns:ds="http://schemas.openxmlformats.org/officeDocument/2006/customXml" ds:itemID="{E5EED039-BA6F-4167-9018-F414DD1093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C8BCDF-488C-4D6A-8291-2A2DC6CA71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26D77E-9AF8-423B-96E6-D39F2724C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TP030000700</Template>
  <TotalTime>0</TotalTime>
  <Pages>3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Links>
    <vt:vector size="12" baseType="variant">
      <vt:variant>
        <vt:i4>1966140</vt:i4>
      </vt:variant>
      <vt:variant>
        <vt:i4>3</vt:i4>
      </vt:variant>
      <vt:variant>
        <vt:i4>0</vt:i4>
      </vt:variant>
      <vt:variant>
        <vt:i4>5</vt:i4>
      </vt:variant>
      <vt:variant>
        <vt:lpwstr>mailto:okshannon@comcast.net</vt:lpwstr>
      </vt:variant>
      <vt:variant>
        <vt:lpwstr/>
      </vt:variant>
      <vt:variant>
        <vt:i4>2818133</vt:i4>
      </vt:variant>
      <vt:variant>
        <vt:i4>0</vt:i4>
      </vt:variant>
      <vt:variant>
        <vt:i4>0</vt:i4>
      </vt:variant>
      <vt:variant>
        <vt:i4>5</vt:i4>
      </vt:variant>
      <vt:variant>
        <vt:lpwstr>mailto:skeyam@hsd401.org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 Miller</dc:creator>
  <cp:lastModifiedBy>Craig Miller</cp:lastModifiedBy>
  <cp:revision>2</cp:revision>
  <cp:lastPrinted>2010-10-22T20:16:00Z</cp:lastPrinted>
  <dcterms:created xsi:type="dcterms:W3CDTF">2010-10-28T14:04:00Z</dcterms:created>
  <dcterms:modified xsi:type="dcterms:W3CDTF">2010-10-28T14:04:00Z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TC300007009990</vt:lpwstr>
  </property>
</Properties>
</file>